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2DEFA" w14:textId="77777777" w:rsidR="00152CDF" w:rsidRDefault="00152CDF"/>
    <w:tbl>
      <w:tblPr>
        <w:tblW w:w="9464" w:type="dxa"/>
        <w:tblInd w:w="-38" w:type="dxa"/>
        <w:tblBorders>
          <w:top w:val="single" w:sz="12" w:space="0" w:color="auto"/>
          <w:bottom w:val="single" w:sz="12" w:space="0" w:color="auto"/>
          <w:insideH w:val="single" w:sz="12" w:space="0" w:color="auto"/>
        </w:tblBorders>
        <w:tblLayout w:type="fixed"/>
        <w:tblCellMar>
          <w:left w:w="70" w:type="dxa"/>
          <w:right w:w="70" w:type="dxa"/>
        </w:tblCellMar>
        <w:tblLook w:val="0000" w:firstRow="0" w:lastRow="0" w:firstColumn="0" w:lastColumn="0" w:noHBand="0" w:noVBand="0"/>
      </w:tblPr>
      <w:tblGrid>
        <w:gridCol w:w="9464"/>
      </w:tblGrid>
      <w:tr w:rsidR="00152CDF" w14:paraId="7500D3D6" w14:textId="77777777" w:rsidTr="00D9793C">
        <w:trPr>
          <w:trHeight w:val="1899"/>
        </w:trPr>
        <w:tc>
          <w:tcPr>
            <w:tcW w:w="9464" w:type="dxa"/>
          </w:tcPr>
          <w:p w14:paraId="62A0F60F" w14:textId="77777777" w:rsidR="00152CDF" w:rsidRDefault="00152CDF" w:rsidP="00152CDF">
            <w:pPr>
              <w:spacing w:before="240"/>
              <w:rPr>
                <w:noProof/>
                <w:sz w:val="24"/>
              </w:rPr>
            </w:pPr>
          </w:p>
          <w:p w14:paraId="2E305436" w14:textId="77777777" w:rsidR="00152CDF" w:rsidRDefault="00152CDF" w:rsidP="00152CDF">
            <w:pPr>
              <w:spacing w:before="240"/>
              <w:rPr>
                <w:noProof/>
                <w:sz w:val="24"/>
              </w:rPr>
            </w:pPr>
          </w:p>
          <w:p w14:paraId="0F1B6D84" w14:textId="6D67F511" w:rsidR="00152CDF" w:rsidRDefault="00152CDF" w:rsidP="00152CDF">
            <w:pPr>
              <w:spacing w:before="240"/>
              <w:rPr>
                <w:noProof/>
                <w:sz w:val="24"/>
              </w:rPr>
            </w:pPr>
          </w:p>
          <w:p w14:paraId="48318596" w14:textId="2EDEA170" w:rsidR="008945C2" w:rsidRDefault="008945C2" w:rsidP="00152CDF">
            <w:pPr>
              <w:spacing w:before="240"/>
              <w:rPr>
                <w:noProof/>
                <w:sz w:val="24"/>
              </w:rPr>
            </w:pPr>
          </w:p>
          <w:p w14:paraId="2DE40647" w14:textId="1FD19B4D" w:rsidR="008945C2" w:rsidRDefault="008945C2" w:rsidP="00152CDF">
            <w:pPr>
              <w:spacing w:before="240"/>
              <w:rPr>
                <w:noProof/>
                <w:sz w:val="24"/>
              </w:rPr>
            </w:pPr>
          </w:p>
          <w:p w14:paraId="473F93B7" w14:textId="77777777" w:rsidR="008945C2" w:rsidRDefault="008945C2" w:rsidP="00152CDF">
            <w:pPr>
              <w:spacing w:before="240"/>
              <w:rPr>
                <w:noProof/>
                <w:sz w:val="24"/>
              </w:rPr>
            </w:pPr>
          </w:p>
          <w:p w14:paraId="2A4528E3" w14:textId="77777777" w:rsidR="00152CDF" w:rsidRDefault="00152CDF" w:rsidP="00152CDF">
            <w:pPr>
              <w:spacing w:before="240"/>
              <w:rPr>
                <w:noProof/>
                <w:sz w:val="24"/>
              </w:rPr>
            </w:pPr>
          </w:p>
          <w:p w14:paraId="3A3E4E54" w14:textId="77777777" w:rsidR="00152CDF" w:rsidRDefault="00152CDF" w:rsidP="00152CDF">
            <w:pPr>
              <w:spacing w:before="240"/>
              <w:rPr>
                <w:noProof/>
                <w:sz w:val="24"/>
              </w:rPr>
            </w:pPr>
          </w:p>
          <w:p w14:paraId="034FB965" w14:textId="77777777" w:rsidR="00152CDF" w:rsidRDefault="00152CDF" w:rsidP="00152CDF">
            <w:pPr>
              <w:spacing w:before="240"/>
              <w:rPr>
                <w:noProof/>
                <w:sz w:val="24"/>
              </w:rPr>
            </w:pPr>
          </w:p>
          <w:p w14:paraId="2488191B" w14:textId="77777777" w:rsidR="00D9793C" w:rsidRPr="00D9793C" w:rsidRDefault="00D9793C" w:rsidP="00D9793C">
            <w:pPr>
              <w:spacing w:before="240"/>
              <w:rPr>
                <w:noProof/>
                <w:sz w:val="24"/>
              </w:rPr>
            </w:pPr>
            <w:r w:rsidRPr="00D9793C">
              <w:rPr>
                <w:noProof/>
                <w:sz w:val="24"/>
              </w:rPr>
              <w:t>Ausschreibungsunterlagen für Bauarbeiten</w:t>
            </w:r>
          </w:p>
          <w:p w14:paraId="1437EA3E" w14:textId="70E32689" w:rsidR="00D9793C" w:rsidRPr="00D9793C" w:rsidRDefault="00D9793C" w:rsidP="00D9793C">
            <w:pPr>
              <w:spacing w:before="240"/>
              <w:rPr>
                <w:b/>
                <w:noProof/>
                <w:sz w:val="24"/>
              </w:rPr>
            </w:pPr>
            <w:r w:rsidRPr="00D9793C">
              <w:rPr>
                <w:b/>
                <w:noProof/>
                <w:sz w:val="24"/>
              </w:rPr>
              <w:t xml:space="preserve">Dokument </w:t>
            </w:r>
            <w:r w:rsidR="00405298">
              <w:rPr>
                <w:b/>
                <w:noProof/>
                <w:sz w:val="24"/>
              </w:rPr>
              <w:t>C</w:t>
            </w:r>
            <w:r w:rsidR="00005242">
              <w:rPr>
                <w:b/>
                <w:noProof/>
                <w:sz w:val="24"/>
              </w:rPr>
              <w:t>7</w:t>
            </w:r>
          </w:p>
          <w:p w14:paraId="4022174D" w14:textId="6D5F0F55" w:rsidR="00D9793C" w:rsidRPr="00D9793C" w:rsidRDefault="00155722" w:rsidP="00D9793C">
            <w:pPr>
              <w:rPr>
                <w:b/>
                <w:noProof/>
                <w:sz w:val="24"/>
              </w:rPr>
            </w:pPr>
            <w:r>
              <w:rPr>
                <w:b/>
                <w:noProof/>
                <w:sz w:val="24"/>
              </w:rPr>
              <w:t>Vorgaben Bauherr</w:t>
            </w:r>
            <w:r w:rsidR="00490C1E">
              <w:rPr>
                <w:b/>
                <w:noProof/>
                <w:sz w:val="24"/>
              </w:rPr>
              <w:t>schaft</w:t>
            </w:r>
            <w:r w:rsidR="009C6E4B">
              <w:rPr>
                <w:b/>
                <w:noProof/>
                <w:sz w:val="24"/>
              </w:rPr>
              <w:t xml:space="preserve"> – </w:t>
            </w:r>
            <w:r w:rsidR="00CC3C13">
              <w:rPr>
                <w:b/>
                <w:noProof/>
                <w:sz w:val="24"/>
              </w:rPr>
              <w:t>Massnahmen bei Bauarbeiten im Bereich der 10 kV Kabeltrasses</w:t>
            </w:r>
          </w:p>
          <w:p w14:paraId="76E4C973" w14:textId="77777777" w:rsidR="00152CDF" w:rsidRDefault="00152CDF" w:rsidP="00152CDF">
            <w:pPr>
              <w:rPr>
                <w:b/>
                <w:noProof/>
                <w:sz w:val="24"/>
              </w:rPr>
            </w:pPr>
          </w:p>
          <w:p w14:paraId="421130DF" w14:textId="77777777" w:rsidR="00152CDF" w:rsidRDefault="00152CDF" w:rsidP="00152CDF">
            <w:pPr>
              <w:rPr>
                <w:b/>
                <w:noProof/>
                <w:sz w:val="24"/>
              </w:rPr>
            </w:pPr>
          </w:p>
          <w:p w14:paraId="288CAAAA" w14:textId="77777777" w:rsidR="00152CDF" w:rsidRDefault="00152CDF" w:rsidP="00152CDF">
            <w:pPr>
              <w:rPr>
                <w:b/>
                <w:noProof/>
                <w:sz w:val="24"/>
              </w:rPr>
            </w:pPr>
          </w:p>
          <w:p w14:paraId="377BF275" w14:textId="77777777" w:rsidR="00152CDF" w:rsidRDefault="00152CDF" w:rsidP="00152CDF">
            <w:pPr>
              <w:rPr>
                <w:b/>
                <w:noProof/>
                <w:sz w:val="24"/>
              </w:rPr>
            </w:pPr>
          </w:p>
          <w:p w14:paraId="29113CE9" w14:textId="77777777" w:rsidR="00152CDF" w:rsidRDefault="00152CDF" w:rsidP="00152CDF">
            <w:pPr>
              <w:rPr>
                <w:b/>
                <w:noProof/>
                <w:sz w:val="24"/>
              </w:rPr>
            </w:pPr>
          </w:p>
          <w:p w14:paraId="155A7849" w14:textId="77777777" w:rsidR="00152CDF" w:rsidRDefault="00152CDF" w:rsidP="00152CDF">
            <w:pPr>
              <w:rPr>
                <w:b/>
                <w:noProof/>
                <w:sz w:val="24"/>
              </w:rPr>
            </w:pPr>
          </w:p>
          <w:p w14:paraId="4AC5407E" w14:textId="77777777" w:rsidR="00152CDF" w:rsidRDefault="00152CDF" w:rsidP="00152CDF">
            <w:pPr>
              <w:rPr>
                <w:b/>
                <w:noProof/>
                <w:sz w:val="24"/>
              </w:rPr>
            </w:pPr>
          </w:p>
          <w:p w14:paraId="0C47EF8D" w14:textId="77777777" w:rsidR="00152CDF" w:rsidRDefault="00152CDF" w:rsidP="00152CDF">
            <w:pPr>
              <w:rPr>
                <w:b/>
                <w:noProof/>
                <w:sz w:val="24"/>
              </w:rPr>
            </w:pPr>
          </w:p>
          <w:p w14:paraId="3EBDBC87" w14:textId="77777777" w:rsidR="00152CDF" w:rsidRDefault="00152CDF" w:rsidP="00152CDF">
            <w:pPr>
              <w:rPr>
                <w:b/>
                <w:noProof/>
                <w:sz w:val="24"/>
              </w:rPr>
            </w:pPr>
          </w:p>
          <w:p w14:paraId="0FF66BC0" w14:textId="77777777" w:rsidR="00152CDF" w:rsidRDefault="00152CDF" w:rsidP="00152CDF">
            <w:pPr>
              <w:rPr>
                <w:b/>
                <w:noProof/>
                <w:sz w:val="24"/>
              </w:rPr>
            </w:pPr>
          </w:p>
          <w:p w14:paraId="7B905D05" w14:textId="77777777" w:rsidR="00152CDF" w:rsidRDefault="00152CDF" w:rsidP="00152CDF">
            <w:pPr>
              <w:rPr>
                <w:b/>
                <w:noProof/>
                <w:sz w:val="24"/>
              </w:rPr>
            </w:pPr>
          </w:p>
          <w:p w14:paraId="6C4D7277" w14:textId="77777777" w:rsidR="00152CDF" w:rsidRDefault="00152CDF" w:rsidP="00152CDF">
            <w:pPr>
              <w:rPr>
                <w:b/>
                <w:noProof/>
                <w:sz w:val="24"/>
              </w:rPr>
            </w:pPr>
          </w:p>
          <w:p w14:paraId="722D1D90" w14:textId="77777777" w:rsidR="00152CDF" w:rsidRDefault="00152CDF" w:rsidP="00152CDF">
            <w:pPr>
              <w:rPr>
                <w:b/>
                <w:noProof/>
                <w:sz w:val="24"/>
              </w:rPr>
            </w:pPr>
          </w:p>
          <w:p w14:paraId="47D41187" w14:textId="77777777" w:rsidR="00152CDF" w:rsidRDefault="00152CDF" w:rsidP="00152CDF">
            <w:pPr>
              <w:rPr>
                <w:b/>
                <w:noProof/>
                <w:sz w:val="24"/>
              </w:rPr>
            </w:pPr>
          </w:p>
          <w:p w14:paraId="2DB13765" w14:textId="77777777" w:rsidR="00152CDF" w:rsidRDefault="00152CDF" w:rsidP="00152CDF">
            <w:pPr>
              <w:rPr>
                <w:b/>
                <w:noProof/>
                <w:sz w:val="24"/>
              </w:rPr>
            </w:pPr>
          </w:p>
          <w:p w14:paraId="02A6DEE2" w14:textId="77777777" w:rsidR="00152CDF" w:rsidRDefault="00152CDF" w:rsidP="00152CDF">
            <w:pPr>
              <w:rPr>
                <w:b/>
                <w:noProof/>
                <w:sz w:val="24"/>
              </w:rPr>
            </w:pPr>
          </w:p>
          <w:p w14:paraId="56C138A0" w14:textId="02C3529A" w:rsidR="00152CDF" w:rsidRDefault="00490C1E" w:rsidP="00490C1E">
            <w:pPr>
              <w:tabs>
                <w:tab w:val="left" w:pos="2220"/>
              </w:tabs>
              <w:rPr>
                <w:b/>
                <w:noProof/>
                <w:sz w:val="24"/>
              </w:rPr>
            </w:pPr>
            <w:r>
              <w:rPr>
                <w:b/>
                <w:noProof/>
                <w:sz w:val="24"/>
              </w:rPr>
              <w:tab/>
            </w:r>
          </w:p>
          <w:p w14:paraId="4DA638A1" w14:textId="2391B9F7" w:rsidR="00152CDF" w:rsidRDefault="00BB5C88" w:rsidP="00BB5C88">
            <w:pPr>
              <w:tabs>
                <w:tab w:val="left" w:pos="3669"/>
              </w:tabs>
              <w:rPr>
                <w:b/>
                <w:noProof/>
                <w:sz w:val="24"/>
              </w:rPr>
            </w:pPr>
            <w:r>
              <w:rPr>
                <w:b/>
                <w:noProof/>
                <w:sz w:val="24"/>
              </w:rPr>
              <w:tab/>
            </w:r>
          </w:p>
          <w:p w14:paraId="7CD7558C" w14:textId="77777777" w:rsidR="00152CDF" w:rsidRDefault="00152CDF" w:rsidP="00152CDF">
            <w:pPr>
              <w:rPr>
                <w:b/>
                <w:noProof/>
                <w:sz w:val="24"/>
              </w:rPr>
            </w:pPr>
          </w:p>
          <w:p w14:paraId="6BF9CCA0" w14:textId="77777777" w:rsidR="00152CDF" w:rsidRDefault="00152CDF" w:rsidP="00152CDF">
            <w:pPr>
              <w:rPr>
                <w:b/>
                <w:noProof/>
                <w:sz w:val="24"/>
              </w:rPr>
            </w:pPr>
          </w:p>
          <w:p w14:paraId="0E0BC7E8" w14:textId="2F3F0604" w:rsidR="00152CDF" w:rsidRDefault="005C1334" w:rsidP="009B6DC1">
            <w:bookmarkStart w:id="0" w:name="V_Datum"/>
            <w:r w:rsidRPr="005C1334">
              <w:rPr>
                <w:b/>
                <w:noProof/>
                <w:sz w:val="24"/>
              </w:rPr>
              <w:t>Version 2.0 vom 31.03.2025</w:t>
            </w:r>
            <w:bookmarkEnd w:id="0"/>
          </w:p>
        </w:tc>
      </w:tr>
    </w:tbl>
    <w:p w14:paraId="54408B4C" w14:textId="5BBDA4FC" w:rsidR="00CD2DDE" w:rsidRDefault="007427B5" w:rsidP="00875560">
      <w:pPr>
        <w:pStyle w:val="Verzeichnis1"/>
      </w:pPr>
      <w:r>
        <w:br w:type="page"/>
      </w:r>
    </w:p>
    <w:p w14:paraId="16E5E594" w14:textId="77777777" w:rsidR="00501979" w:rsidRPr="00501979" w:rsidRDefault="00501979" w:rsidP="00501979">
      <w:pPr>
        <w:pStyle w:val="Standardtext"/>
        <w:ind w:left="0"/>
        <w:rPr>
          <w:b/>
          <w:sz w:val="28"/>
        </w:rPr>
      </w:pPr>
      <w:r w:rsidRPr="00501979">
        <w:rPr>
          <w:b/>
          <w:sz w:val="28"/>
        </w:rPr>
        <w:lastRenderedPageBreak/>
        <w:t xml:space="preserve">Arbeitsanweisung </w:t>
      </w:r>
    </w:p>
    <w:p w14:paraId="275066B6" w14:textId="77777777" w:rsidR="00501979" w:rsidRPr="00501979" w:rsidRDefault="00501979" w:rsidP="00501979">
      <w:pPr>
        <w:pStyle w:val="Standardtext"/>
        <w:ind w:left="0"/>
        <w:rPr>
          <w:b/>
          <w:sz w:val="28"/>
        </w:rPr>
      </w:pPr>
    </w:p>
    <w:p w14:paraId="6E18C342" w14:textId="4C0B1F3E" w:rsidR="008C10FD" w:rsidRDefault="00501979" w:rsidP="00501979">
      <w:pPr>
        <w:pStyle w:val="Standardtext"/>
        <w:ind w:left="0"/>
        <w:rPr>
          <w:b/>
          <w:sz w:val="28"/>
        </w:rPr>
      </w:pPr>
      <w:r w:rsidRPr="00501979">
        <w:rPr>
          <w:b/>
          <w:sz w:val="28"/>
        </w:rPr>
        <w:t>Massnahmen bei Bauarbeiten im Bereich der 10 kV-Kabeltrassees</w:t>
      </w:r>
    </w:p>
    <w:p w14:paraId="52DFAA5B" w14:textId="4BE9D399" w:rsidR="00501979" w:rsidRPr="00501979" w:rsidRDefault="00501979" w:rsidP="00501979">
      <w:pPr>
        <w:pStyle w:val="berschrift1"/>
      </w:pPr>
      <w:r w:rsidRPr="00501979">
        <w:t xml:space="preserve">Geltungsbereich </w:t>
      </w:r>
    </w:p>
    <w:p w14:paraId="30F35833" w14:textId="02AFC204" w:rsidR="00501979" w:rsidRPr="00501979" w:rsidRDefault="00501979" w:rsidP="00501979">
      <w:pPr>
        <w:spacing w:before="120" w:after="120"/>
      </w:pPr>
      <w:r w:rsidRPr="00501979">
        <w:t xml:space="preserve">Diese Arbeitsanweisung gilt für alle Mitarbeitenden von ewb und Fremdfirmen, die Bauarbeiten im Bereich der 10 kV-Kabeltrassees von Energie Wasser Bern planen, projektieren, anordnen oder ausführen. </w:t>
      </w:r>
    </w:p>
    <w:p w14:paraId="3705B48E" w14:textId="0671CDAC" w:rsidR="00501979" w:rsidRPr="00501979" w:rsidRDefault="00501979" w:rsidP="00501979">
      <w:pPr>
        <w:pStyle w:val="berschrift1"/>
      </w:pPr>
      <w:r w:rsidRPr="00501979">
        <w:t xml:space="preserve">Grundlage </w:t>
      </w:r>
    </w:p>
    <w:p w14:paraId="70EC7816" w14:textId="2AA47319" w:rsidR="00501979" w:rsidRPr="00501979" w:rsidRDefault="00501979" w:rsidP="003E446C">
      <w:pPr>
        <w:pStyle w:val="Listenabsatz"/>
        <w:numPr>
          <w:ilvl w:val="0"/>
          <w:numId w:val="16"/>
        </w:numPr>
        <w:spacing w:before="60" w:after="60"/>
      </w:pPr>
      <w:r w:rsidRPr="00501979">
        <w:t xml:space="preserve">Starkstromverordnung (StV) </w:t>
      </w:r>
    </w:p>
    <w:p w14:paraId="1E6827EC" w14:textId="14519A80" w:rsidR="00501979" w:rsidRPr="00501979" w:rsidRDefault="00501979" w:rsidP="003E446C">
      <w:pPr>
        <w:pStyle w:val="Listenabsatz"/>
        <w:numPr>
          <w:ilvl w:val="0"/>
          <w:numId w:val="16"/>
        </w:numPr>
        <w:spacing w:before="60" w:after="60"/>
      </w:pPr>
      <w:r w:rsidRPr="00501979">
        <w:t xml:space="preserve">Sicherheitskonzept Elektro von ewb </w:t>
      </w:r>
    </w:p>
    <w:p w14:paraId="151D860A" w14:textId="4EAB2351" w:rsidR="00501979" w:rsidRPr="00501979" w:rsidRDefault="00501979" w:rsidP="00501979">
      <w:pPr>
        <w:pStyle w:val="berschrift1"/>
      </w:pPr>
      <w:r w:rsidRPr="00501979">
        <w:t xml:space="preserve">Ziel </w:t>
      </w:r>
    </w:p>
    <w:p w14:paraId="6EDD6C3B" w14:textId="6D740BF4" w:rsidR="00501979" w:rsidRPr="00501979" w:rsidRDefault="00501979" w:rsidP="00501979">
      <w:pPr>
        <w:spacing w:before="120" w:after="120"/>
      </w:pPr>
      <w:r w:rsidRPr="00501979">
        <w:t>Tätigkeiten und Arbeiten im Fachbereich Elektrizität sind besonderen Gefahren ausgesetzt. Im</w:t>
      </w:r>
      <w:r>
        <w:t xml:space="preserve"> </w:t>
      </w:r>
      <w:r w:rsidRPr="00501979">
        <w:t xml:space="preserve">alltäglichen Umgang mit Starkstromanlagen bestehen für Personen erhebliche Gefahren. Folgende Schutzziele sind unbedingt und zwingend einzuhalten: </w:t>
      </w:r>
    </w:p>
    <w:p w14:paraId="3F8DF909" w14:textId="265F9DB7" w:rsidR="00501979" w:rsidRPr="00501979" w:rsidRDefault="00501979" w:rsidP="003E446C">
      <w:pPr>
        <w:pStyle w:val="Listenabsatz"/>
        <w:numPr>
          <w:ilvl w:val="0"/>
          <w:numId w:val="16"/>
        </w:numPr>
        <w:spacing w:before="60" w:after="60"/>
      </w:pPr>
      <w:r w:rsidRPr="00501979">
        <w:t xml:space="preserve">Schutz vor Lichtbogen (Blendung, Hitze); </w:t>
      </w:r>
    </w:p>
    <w:p w14:paraId="4497B3CC" w14:textId="78F4F7CD" w:rsidR="00501979" w:rsidRPr="00501979" w:rsidRDefault="00501979" w:rsidP="003E446C">
      <w:pPr>
        <w:pStyle w:val="Listenabsatz"/>
        <w:numPr>
          <w:ilvl w:val="0"/>
          <w:numId w:val="16"/>
        </w:numPr>
        <w:spacing w:before="60" w:after="60"/>
      </w:pPr>
      <w:r w:rsidRPr="00501979">
        <w:t xml:space="preserve">Schutz vor </w:t>
      </w:r>
      <w:proofErr w:type="spellStart"/>
      <w:r w:rsidRPr="00501979">
        <w:t>Körperdurchströmung</w:t>
      </w:r>
      <w:proofErr w:type="spellEnd"/>
      <w:r w:rsidRPr="00501979">
        <w:t xml:space="preserve"> (Elektrisieren); </w:t>
      </w:r>
    </w:p>
    <w:p w14:paraId="4E1291CA" w14:textId="49679979" w:rsidR="00501979" w:rsidRDefault="00501979" w:rsidP="00471189">
      <w:pPr>
        <w:pStyle w:val="Listenabsatz"/>
        <w:numPr>
          <w:ilvl w:val="0"/>
          <w:numId w:val="16"/>
        </w:numPr>
        <w:spacing w:before="60" w:after="60"/>
      </w:pPr>
      <w:r w:rsidRPr="00501979">
        <w:t xml:space="preserve">Schutz vor Folgeschäden (Sturz, Brand u.a.). </w:t>
      </w:r>
    </w:p>
    <w:p w14:paraId="3A8FEC55" w14:textId="697BD11F" w:rsidR="00501979" w:rsidRPr="00501979" w:rsidRDefault="00501979" w:rsidP="00501979">
      <w:pPr>
        <w:spacing w:before="120" w:after="120"/>
      </w:pPr>
      <w:r w:rsidRPr="00501979">
        <w:t xml:space="preserve">Die Einwirkungen können verursacht werden durch: </w:t>
      </w:r>
    </w:p>
    <w:p w14:paraId="3E6A4B13" w14:textId="2528F9E7" w:rsidR="00501979" w:rsidRPr="00501979" w:rsidRDefault="003E446C" w:rsidP="003E446C">
      <w:pPr>
        <w:pStyle w:val="Listenabsatz"/>
        <w:numPr>
          <w:ilvl w:val="0"/>
          <w:numId w:val="16"/>
        </w:numPr>
        <w:spacing w:before="60" w:after="60"/>
      </w:pPr>
      <w:r>
        <w:t>e</w:t>
      </w:r>
      <w:r w:rsidR="00501979" w:rsidRPr="00501979">
        <w:t xml:space="preserve">igenes Fehlverhalten; </w:t>
      </w:r>
    </w:p>
    <w:p w14:paraId="0ECEFBB6" w14:textId="3AD642DD" w:rsidR="00501979" w:rsidRPr="00501979" w:rsidRDefault="00501979" w:rsidP="003E446C">
      <w:pPr>
        <w:pStyle w:val="Listenabsatz"/>
        <w:numPr>
          <w:ilvl w:val="0"/>
          <w:numId w:val="16"/>
        </w:numPr>
        <w:spacing w:before="60" w:after="60"/>
      </w:pPr>
      <w:r w:rsidRPr="00501979">
        <w:t xml:space="preserve">Systemfehler; </w:t>
      </w:r>
    </w:p>
    <w:p w14:paraId="359B267F" w14:textId="6DEFD721" w:rsidR="00501979" w:rsidRPr="00501979" w:rsidRDefault="00501979" w:rsidP="003E446C">
      <w:pPr>
        <w:pStyle w:val="Listenabsatz"/>
        <w:numPr>
          <w:ilvl w:val="0"/>
          <w:numId w:val="16"/>
        </w:numPr>
        <w:spacing w:before="60" w:after="60"/>
      </w:pPr>
      <w:r w:rsidRPr="00501979">
        <w:t xml:space="preserve">Dritte; </w:t>
      </w:r>
    </w:p>
    <w:p w14:paraId="2B540F48" w14:textId="260AB2DF" w:rsidR="00501979" w:rsidRPr="00471189" w:rsidRDefault="00501979" w:rsidP="00471189">
      <w:pPr>
        <w:pStyle w:val="Listenabsatz"/>
        <w:numPr>
          <w:ilvl w:val="0"/>
          <w:numId w:val="16"/>
        </w:numPr>
        <w:spacing w:before="60" w:after="60"/>
      </w:pPr>
      <w:r w:rsidRPr="00501979">
        <w:t xml:space="preserve">Umwelt. </w:t>
      </w:r>
    </w:p>
    <w:p w14:paraId="33F0D858" w14:textId="77777777" w:rsidR="00501979" w:rsidRPr="00501979" w:rsidRDefault="00501979" w:rsidP="00501979">
      <w:pPr>
        <w:spacing w:before="120" w:after="120"/>
      </w:pPr>
      <w:r w:rsidRPr="00501979">
        <w:t xml:space="preserve">Um möglichen Gefährdungen entgegenzuwirken, ist es unabdingbar, bei jeder Arbeit: </w:t>
      </w:r>
    </w:p>
    <w:p w14:paraId="39A87AC4" w14:textId="0EDB9FC2" w:rsidR="00501979" w:rsidRPr="00501979" w:rsidRDefault="00501979" w:rsidP="003E446C">
      <w:pPr>
        <w:pStyle w:val="Listenabsatz"/>
        <w:numPr>
          <w:ilvl w:val="0"/>
          <w:numId w:val="16"/>
        </w:numPr>
        <w:spacing w:before="60" w:after="60"/>
      </w:pPr>
      <w:r w:rsidRPr="00501979">
        <w:t xml:space="preserve">eine situationsbezogene Gefährdungs- und Risikobeurteilung vorzunehmen; </w:t>
      </w:r>
    </w:p>
    <w:p w14:paraId="0F7A8008" w14:textId="1ED02EE6" w:rsidR="00501979" w:rsidRPr="00501979" w:rsidRDefault="00501979" w:rsidP="003E446C">
      <w:pPr>
        <w:pStyle w:val="Listenabsatz"/>
        <w:numPr>
          <w:ilvl w:val="0"/>
          <w:numId w:val="16"/>
        </w:numPr>
        <w:spacing w:before="60" w:after="60"/>
      </w:pPr>
      <w:r w:rsidRPr="00501979">
        <w:t xml:space="preserve">die richtige Arbeitsmethode festzulegen; </w:t>
      </w:r>
    </w:p>
    <w:p w14:paraId="698E69AD" w14:textId="3238F35A" w:rsidR="00501979" w:rsidRPr="00501979" w:rsidRDefault="00501979" w:rsidP="003E446C">
      <w:pPr>
        <w:pStyle w:val="Listenabsatz"/>
        <w:numPr>
          <w:ilvl w:val="0"/>
          <w:numId w:val="16"/>
        </w:numPr>
        <w:spacing w:before="60" w:after="60"/>
      </w:pPr>
      <w:r w:rsidRPr="00501979">
        <w:t xml:space="preserve">die Schutzmassnahmen zu definieren unter Einbezug der gewählten Arbeitsmethode; </w:t>
      </w:r>
    </w:p>
    <w:p w14:paraId="19717D03" w14:textId="5489D1E0" w:rsidR="00501979" w:rsidRPr="00471189" w:rsidRDefault="00501979" w:rsidP="00471189">
      <w:pPr>
        <w:pStyle w:val="Listenabsatz"/>
        <w:numPr>
          <w:ilvl w:val="0"/>
          <w:numId w:val="16"/>
        </w:numPr>
        <w:spacing w:before="60" w:after="60"/>
      </w:pPr>
      <w:r w:rsidRPr="00501979">
        <w:t xml:space="preserve">geeignetes Personal einzusetzen. </w:t>
      </w:r>
    </w:p>
    <w:p w14:paraId="61BA656A" w14:textId="094E0812" w:rsidR="00501979" w:rsidRDefault="00501979" w:rsidP="00501979">
      <w:pPr>
        <w:spacing w:before="120" w:after="120"/>
      </w:pPr>
      <w:r w:rsidRPr="00501979">
        <w:t>Personen, die Arbeiten an Elektro-Trassees ausführen, sind optimal vor elektrischen Einwirkungen zu schützen. In diesem Sinne regelt die vorliegende Arbeitsanweisung, unter welchen Bedingungen Bauarbeiten im Bereich der 10 kV-Kabeltrassees von Energie Wasser Bern ausgeführt werden dürfen.</w:t>
      </w:r>
    </w:p>
    <w:p w14:paraId="1198634C" w14:textId="795DBED3" w:rsidR="00501979" w:rsidRDefault="00501979" w:rsidP="00501979">
      <w:pPr>
        <w:pStyle w:val="berschrift1"/>
      </w:pPr>
      <w:r>
        <w:t>Einleitung</w:t>
      </w:r>
    </w:p>
    <w:p w14:paraId="31DA1166" w14:textId="5D154F35" w:rsidR="00501979" w:rsidRDefault="00501979" w:rsidP="00501979">
      <w:pPr>
        <w:spacing w:before="120" w:after="120"/>
      </w:pPr>
      <w:r>
        <w:t xml:space="preserve">Bei Hoch- und Tiefbauarbeiten sind oft Trassees des Verteilnetzes von ewb frei zu legen. Die in Betrieb stehenden Hoch- und Niederspannungskabel des Verteilnetzes von ewb weisen zwar allgemein eine sehr hohe Betriebssicherheit auf; dennoch können aufgrund aktueller oder früherer Beschädigungen der Kabelisolation bei Bauarbeiten unerwartet Kurzschlüsse auftreten. </w:t>
      </w:r>
    </w:p>
    <w:p w14:paraId="737CD2C2" w14:textId="158C9CF7" w:rsidR="00501979" w:rsidRDefault="00501979" w:rsidP="00501979">
      <w:pPr>
        <w:spacing w:before="120" w:after="120"/>
      </w:pPr>
      <w:r>
        <w:t xml:space="preserve">Die dabei ausgelösten Flammbogen können Personen schwer oder sogar tödlich verletzen, wenn sich diese in der Nähe von freigelegten Kabelanlagen befinden. </w:t>
      </w:r>
    </w:p>
    <w:p w14:paraId="36C23804" w14:textId="4E6E7B1C" w:rsidR="00501979" w:rsidRDefault="00501979" w:rsidP="00501979">
      <w:pPr>
        <w:spacing w:before="120" w:after="120"/>
      </w:pPr>
      <w:r>
        <w:t xml:space="preserve">Das Personal von ewb ist für die zu treffenden Schutzmassnahmen für Personal und Werkleitungen ausgebildet und instruiert. </w:t>
      </w:r>
    </w:p>
    <w:p w14:paraId="1C6EA78E" w14:textId="6107859B" w:rsidR="00501979" w:rsidRDefault="00501979" w:rsidP="00501979">
      <w:pPr>
        <w:spacing w:before="120" w:after="120"/>
      </w:pPr>
      <w:r>
        <w:t>Alle Beteiligten (Mitarbeitende von ewb sowie Mitarbeitende von Ingenieur-, Architektur- und Bauunternehmungen) müssen sich der Gefahren unbedingt bewusst sein.</w:t>
      </w:r>
    </w:p>
    <w:p w14:paraId="789D8451" w14:textId="2EFC91C0" w:rsidR="00501979" w:rsidRDefault="00501979" w:rsidP="00501979">
      <w:pPr>
        <w:pStyle w:val="berschrift1"/>
      </w:pPr>
      <w:r>
        <w:lastRenderedPageBreak/>
        <w:t>Bestimmungen</w:t>
      </w:r>
    </w:p>
    <w:p w14:paraId="2A7045FF" w14:textId="6D6C0E74" w:rsidR="00501979" w:rsidRPr="00501979" w:rsidRDefault="00501979" w:rsidP="00501979">
      <w:pPr>
        <w:spacing w:before="120" w:after="120"/>
        <w:rPr>
          <w:b/>
          <w:bCs/>
        </w:rPr>
      </w:pPr>
      <w:r w:rsidRPr="00501979">
        <w:rPr>
          <w:b/>
          <w:bCs/>
        </w:rPr>
        <w:t>Sicherheitsbereich</w:t>
      </w:r>
    </w:p>
    <w:p w14:paraId="2B4066EA" w14:textId="4D4F7EC0" w:rsidR="00501979" w:rsidRDefault="00501979" w:rsidP="00501979">
      <w:pPr>
        <w:spacing w:before="120" w:after="120"/>
      </w:pPr>
      <w:r>
        <w:t xml:space="preserve">Der Sicherheitsbereich wird mit 2.0 m ab </w:t>
      </w:r>
      <w:proofErr w:type="spellStart"/>
      <w:r>
        <w:t>Trasseerand</w:t>
      </w:r>
      <w:proofErr w:type="spellEnd"/>
      <w:r>
        <w:t xml:space="preserve"> definiert. Dieser Sicherheitsbereich kann sich je nach örtlichen Verhältnissen erweitern oder verkleinern. Änderungen des Sicherheitsbereiches müssen durch ewb und deren Fachspezialisten genehmigt und schriftlich festgehalten werden.</w:t>
      </w:r>
    </w:p>
    <w:p w14:paraId="02370819" w14:textId="77777777" w:rsidR="00501979" w:rsidRPr="00501979" w:rsidRDefault="00501979" w:rsidP="00501979">
      <w:pPr>
        <w:spacing w:before="120" w:after="120"/>
        <w:rPr>
          <w:b/>
          <w:bCs/>
        </w:rPr>
      </w:pPr>
      <w:r w:rsidRPr="00501979">
        <w:rPr>
          <w:b/>
          <w:bCs/>
        </w:rPr>
        <w:t xml:space="preserve">Massnahmen bei Bauarbeiten im Sicherheitsbereich </w:t>
      </w:r>
    </w:p>
    <w:p w14:paraId="2F723992" w14:textId="2F9AB433" w:rsidR="00501979" w:rsidRDefault="00501979" w:rsidP="00501979">
      <w:pPr>
        <w:spacing w:before="120" w:after="120"/>
      </w:pPr>
      <w:r>
        <w:t>Werden Arbeiten im Sicherheitsbereich ausgeführt, müssen vorher Massnahmen mit dem Betrieb zum Schutz der Leitungen vereinbart werden. Diese Massnahmen sind schriftlich festzuhalten und die Kostentragung muss geklärt sein.</w:t>
      </w:r>
    </w:p>
    <w:p w14:paraId="5CFFDD6B" w14:textId="7B4F7E78" w:rsidR="00501979" w:rsidRDefault="003E446C" w:rsidP="00501979">
      <w:pPr>
        <w:spacing w:before="120" w:after="120"/>
      </w:pPr>
      <w:r w:rsidRPr="003E446C">
        <w:t>Mögliche Massnahmen können sein:</w:t>
      </w:r>
    </w:p>
    <w:p w14:paraId="625EFAF6" w14:textId="08A75BE0" w:rsidR="00471189" w:rsidRDefault="00471189" w:rsidP="0028494C">
      <w:pPr>
        <w:pStyle w:val="Listenabsatz"/>
        <w:numPr>
          <w:ilvl w:val="0"/>
          <w:numId w:val="16"/>
        </w:numPr>
        <w:spacing w:before="60" w:after="60"/>
      </w:pPr>
      <w:r>
        <w:t xml:space="preserve">Bei Bauarbeiten im Sicherheitsbereich von 10 kV-Kabeltrassees ist die betreffende Leitung abzuschalten. Für eine Abschaltung der Leitung ist die Betriebsführung von ewb frühzeitig zu kontaktieren. </w:t>
      </w:r>
    </w:p>
    <w:p w14:paraId="156A6C06" w14:textId="098C54A7" w:rsidR="00471189" w:rsidRDefault="00471189" w:rsidP="00A13EED">
      <w:pPr>
        <w:pStyle w:val="Listenabsatz"/>
        <w:numPr>
          <w:ilvl w:val="0"/>
          <w:numId w:val="16"/>
        </w:numPr>
        <w:spacing w:before="60" w:after="60"/>
      </w:pPr>
      <w:r>
        <w:t xml:space="preserve">Grundsätzlich ist das 10 kV-Trassee bei einer Annäherung, Über- oder Unterquerung vorgängig bis auf die Sohle zu sondieren, in Absprache mit dem Baukontrolleur von ewb. Die Sondage ist im Handaushub vorzunehmen. </w:t>
      </w:r>
    </w:p>
    <w:p w14:paraId="6B1CF3EF" w14:textId="17265767" w:rsidR="00471189" w:rsidRDefault="00471189" w:rsidP="000C3244">
      <w:pPr>
        <w:pStyle w:val="Listenabsatz"/>
        <w:numPr>
          <w:ilvl w:val="0"/>
          <w:numId w:val="16"/>
        </w:numPr>
        <w:spacing w:before="60" w:after="60"/>
      </w:pPr>
      <w:r>
        <w:t xml:space="preserve">Nach der Sondage des 10 kV-Trassees muss vor weiteren Arbeiten eine Zustandskontrolle durch ewb stattfinden. Je nach Ergebnis der Kontrolle können zusätzliche Massnahmen nötig sein. </w:t>
      </w:r>
    </w:p>
    <w:p w14:paraId="3643E36F" w14:textId="6A6691AE" w:rsidR="00471189" w:rsidRDefault="00471189" w:rsidP="007D750B">
      <w:pPr>
        <w:pStyle w:val="Listenabsatz"/>
        <w:numPr>
          <w:ilvl w:val="0"/>
          <w:numId w:val="16"/>
        </w:numPr>
        <w:spacing w:before="60" w:after="60"/>
      </w:pPr>
      <w:r>
        <w:t xml:space="preserve">Nach Feststellung der </w:t>
      </w:r>
      <w:proofErr w:type="spellStart"/>
      <w:r>
        <w:t>Trasseetiefe</w:t>
      </w:r>
      <w:proofErr w:type="spellEnd"/>
      <w:r>
        <w:t xml:space="preserve"> durch </w:t>
      </w:r>
      <w:proofErr w:type="spellStart"/>
      <w:r>
        <w:t>Sondierschlitze</w:t>
      </w:r>
      <w:proofErr w:type="spellEnd"/>
      <w:r>
        <w:t xml:space="preserve"> darf der Erdabtrag bis 40 cm über den Kabelkanälen oder 20 cm über den Rohrblocks maschinell erfolgen. Im übrigen Tiefenbereich bis je 0.5 m neben dem </w:t>
      </w:r>
      <w:proofErr w:type="spellStart"/>
      <w:r>
        <w:t>Trasseerand</w:t>
      </w:r>
      <w:proofErr w:type="spellEnd"/>
      <w:r>
        <w:t xml:space="preserve"> ist nur Handaushub gestattet. </w:t>
      </w:r>
    </w:p>
    <w:p w14:paraId="6ABC7372" w14:textId="6089C536" w:rsidR="00471189" w:rsidRDefault="00471189" w:rsidP="0030399A">
      <w:pPr>
        <w:pStyle w:val="Listenabsatz"/>
        <w:numPr>
          <w:ilvl w:val="0"/>
          <w:numId w:val="16"/>
        </w:numPr>
        <w:spacing w:before="60" w:after="60"/>
      </w:pPr>
      <w:r>
        <w:t xml:space="preserve">Parallelführungen zum 10 kV-Trassee müssen einen Abstand von mindestens 0.5 m aufweisen. Bei Über- oder Unterquerung ist der Mindestabstand von 0.5 m einzuhalten. </w:t>
      </w:r>
    </w:p>
    <w:p w14:paraId="0185C4C2" w14:textId="25960284" w:rsidR="00501979" w:rsidRDefault="00471189" w:rsidP="00501979">
      <w:pPr>
        <w:pStyle w:val="Listenabsatz"/>
        <w:numPr>
          <w:ilvl w:val="0"/>
          <w:numId w:val="16"/>
        </w:numPr>
        <w:spacing w:before="60" w:after="60"/>
      </w:pPr>
      <w:r>
        <w:t>Der 10 kV-</w:t>
      </w:r>
      <w:proofErr w:type="spellStart"/>
      <w:r>
        <w:t>Trasseesicherung</w:t>
      </w:r>
      <w:proofErr w:type="spellEnd"/>
      <w:r>
        <w:t xml:space="preserve"> ist grosse Beachtung zu schenken. Senkungen oder Erhöhungen des Trassees sind mit geeigneten Mitteln zu verhindern. Die entsprechenden Massnahmen erfolgen in Absprache und unter Aufsicht mit dem Baukontrolleur von ewb. Wenn nötig werden weitere Fachspezialisten von ewb beigezogen. Die Massnahmen sind im Bauprotokoll schriftlich festzuhalten.</w:t>
      </w:r>
    </w:p>
    <w:p w14:paraId="2E50E26D" w14:textId="4B94EDD7" w:rsidR="00471189" w:rsidRDefault="00471189" w:rsidP="00471189">
      <w:pPr>
        <w:spacing w:before="120" w:after="120"/>
        <w:rPr>
          <w:b/>
          <w:bCs/>
        </w:rPr>
      </w:pPr>
      <w:r w:rsidRPr="00471189">
        <w:rPr>
          <w:b/>
          <w:bCs/>
        </w:rPr>
        <w:t xml:space="preserve">Auffüllen und Verdichten </w:t>
      </w:r>
    </w:p>
    <w:p w14:paraId="7A6EA7FC" w14:textId="5E690F57" w:rsidR="00471189" w:rsidRDefault="00471189" w:rsidP="004243B1">
      <w:pPr>
        <w:pStyle w:val="Listenabsatz"/>
        <w:numPr>
          <w:ilvl w:val="0"/>
          <w:numId w:val="16"/>
        </w:numPr>
        <w:spacing w:before="60" w:after="60"/>
      </w:pPr>
      <w:r>
        <w:t xml:space="preserve">Beim Auffüllen von Unterquerungen ist das Trassee entweder gänzlich mit Magerbeton oder mit einer armierten Betonplatte zu unterfahren. </w:t>
      </w:r>
    </w:p>
    <w:p w14:paraId="2B754146" w14:textId="7A983AB6" w:rsidR="00471189" w:rsidRDefault="00471189" w:rsidP="0070243C">
      <w:pPr>
        <w:pStyle w:val="Listenabsatz"/>
        <w:numPr>
          <w:ilvl w:val="0"/>
          <w:numId w:val="16"/>
        </w:numPr>
        <w:spacing w:before="60" w:after="60"/>
      </w:pPr>
      <w:r>
        <w:t>Das Verdichten von Quergräben über den Kabelschutzkanälen darf bis 40 cm Überdeckung nur von Hand, bis 70 cm Überdeckung mit Vibratoren bis 150 kg, und über 70 cm Überdeckung allenfalls mit Vibrationswalzen bis 400 kg erfolgen.</w:t>
      </w:r>
    </w:p>
    <w:p w14:paraId="36B907BC" w14:textId="5CE5E0DE" w:rsidR="00471189" w:rsidRDefault="00471189" w:rsidP="003D6708">
      <w:pPr>
        <w:pStyle w:val="Listenabsatz"/>
        <w:numPr>
          <w:ilvl w:val="0"/>
          <w:numId w:val="16"/>
        </w:numPr>
        <w:spacing w:before="60" w:after="60"/>
      </w:pPr>
      <w:r>
        <w:t xml:space="preserve">Beim Schütten und Verdichten eines Strassenkoffers sind die geeigneten Massnahmen zum Schutz des Kabeltrassees mit der zuständigen Bauleitung und dem Unternehmer von Fall zu Fall abzusprechen. </w:t>
      </w:r>
    </w:p>
    <w:p w14:paraId="3D1141C4" w14:textId="7B21376F" w:rsidR="00471189" w:rsidRDefault="00471189" w:rsidP="00471189">
      <w:pPr>
        <w:pStyle w:val="Listenabsatz"/>
        <w:numPr>
          <w:ilvl w:val="0"/>
          <w:numId w:val="16"/>
        </w:numPr>
        <w:spacing w:before="60" w:after="60"/>
      </w:pPr>
      <w:r>
        <w:t>In der Nähe der Kabelleitungen dürfen keine Sprengungen vorgenommen werden.</w:t>
      </w:r>
    </w:p>
    <w:p w14:paraId="18BAA60A" w14:textId="30F0CDA2" w:rsidR="00471189" w:rsidRPr="00471189" w:rsidRDefault="00471189" w:rsidP="00471189">
      <w:pPr>
        <w:spacing w:before="120" w:after="120"/>
        <w:rPr>
          <w:b/>
          <w:bCs/>
        </w:rPr>
      </w:pPr>
      <w:r>
        <w:rPr>
          <w:b/>
          <w:bCs/>
        </w:rPr>
        <w:t>Ramm- und Vibrationsarbeiten</w:t>
      </w:r>
      <w:r w:rsidRPr="00471189">
        <w:rPr>
          <w:b/>
          <w:bCs/>
        </w:rPr>
        <w:t xml:space="preserve"> </w:t>
      </w:r>
    </w:p>
    <w:p w14:paraId="445890B7" w14:textId="2453E31E" w:rsidR="00471189" w:rsidRDefault="00471189" w:rsidP="00471189">
      <w:pPr>
        <w:spacing w:before="120" w:after="120"/>
      </w:pPr>
      <w:r>
        <w:t>Bei Ramm- bzw. Vibrationsarbeiten oder Sprengungen müssen die Vorgaben der VSS-Norm 640312a unbedingt eingehalten werden. Dabei gelten für die 10 kV-Kabelleitungen folgende Beurteilungskriterien:</w:t>
      </w:r>
    </w:p>
    <w:p w14:paraId="53C046BE" w14:textId="0D1680E0" w:rsidR="00471189" w:rsidRDefault="00471189" w:rsidP="00471189">
      <w:pPr>
        <w:pStyle w:val="Listenabsatz"/>
        <w:numPr>
          <w:ilvl w:val="0"/>
          <w:numId w:val="16"/>
        </w:numPr>
        <w:spacing w:before="60" w:after="60"/>
      </w:pPr>
      <w:r>
        <w:t xml:space="preserve">Empfindlichkeitsklasse </w:t>
      </w:r>
      <w:r>
        <w:tab/>
      </w:r>
      <w:r>
        <w:tab/>
        <w:t xml:space="preserve">Klasse 4, erhöht empfindlich </w:t>
      </w:r>
    </w:p>
    <w:p w14:paraId="1266BEEB" w14:textId="4347C9AF" w:rsidR="00471189" w:rsidRDefault="00471189" w:rsidP="00471189">
      <w:pPr>
        <w:pStyle w:val="Listenabsatz"/>
        <w:numPr>
          <w:ilvl w:val="0"/>
          <w:numId w:val="16"/>
        </w:numPr>
        <w:spacing w:before="60" w:after="60"/>
      </w:pPr>
      <w:r>
        <w:t xml:space="preserve">Häufigkeit der Einwirkung </w:t>
      </w:r>
      <w:r>
        <w:tab/>
      </w:r>
      <w:r>
        <w:tab/>
        <w:t xml:space="preserve">häufig </w:t>
      </w:r>
    </w:p>
    <w:p w14:paraId="413CBECE" w14:textId="6072F86D" w:rsidR="00471189" w:rsidRDefault="00471189" w:rsidP="00AA6474">
      <w:pPr>
        <w:pStyle w:val="Listenabsatz"/>
        <w:numPr>
          <w:ilvl w:val="0"/>
          <w:numId w:val="16"/>
        </w:numPr>
        <w:spacing w:before="60" w:after="60"/>
      </w:pPr>
      <w:r>
        <w:t xml:space="preserve">Richtwerte </w:t>
      </w:r>
      <w:r>
        <w:tab/>
      </w:r>
      <w:r>
        <w:tab/>
      </w:r>
      <w:r>
        <w:tab/>
      </w:r>
      <w:r>
        <w:tab/>
        <w:t xml:space="preserve">zwischen den Richtwerten der Klasse 3 und der </w:t>
      </w:r>
      <w:r>
        <w:tab/>
      </w:r>
      <w:r>
        <w:tab/>
      </w:r>
      <w:r>
        <w:tab/>
      </w:r>
      <w:r>
        <w:tab/>
      </w:r>
      <w:r>
        <w:tab/>
      </w:r>
      <w:r>
        <w:tab/>
        <w:t>Hälfte davon (gem. VSS-Norm 640312a, Tabelle 3)</w:t>
      </w:r>
    </w:p>
    <w:p w14:paraId="35B145B7" w14:textId="2F57D19C" w:rsidR="00471189" w:rsidRDefault="00471189" w:rsidP="00471189">
      <w:pPr>
        <w:spacing w:before="120" w:after="120"/>
      </w:pPr>
      <w:r>
        <w:t>Ausschnitt aus Tabelle 3: Richtwerte in Funktion von Empfindlichkeitsklasse und Einwirkungshäufigkeit (aus SN 640312a)</w:t>
      </w:r>
    </w:p>
    <w:tbl>
      <w:tblPr>
        <w:tblStyle w:val="Tabellenraster"/>
        <w:tblW w:w="0" w:type="auto"/>
        <w:tblLayout w:type="fixed"/>
        <w:tblLook w:val="04A0" w:firstRow="1" w:lastRow="0" w:firstColumn="1" w:lastColumn="0" w:noHBand="0" w:noVBand="1"/>
      </w:tblPr>
      <w:tblGrid>
        <w:gridCol w:w="2835"/>
        <w:gridCol w:w="2268"/>
        <w:gridCol w:w="1134"/>
        <w:gridCol w:w="1134"/>
        <w:gridCol w:w="1134"/>
      </w:tblGrid>
      <w:tr w:rsidR="00471189" w14:paraId="5F5F4007" w14:textId="77777777" w:rsidTr="00A346CE">
        <w:tc>
          <w:tcPr>
            <w:tcW w:w="2835" w:type="dxa"/>
          </w:tcPr>
          <w:p w14:paraId="25E755B6" w14:textId="3BCAEAE2" w:rsidR="00471189" w:rsidRPr="00AB44FE" w:rsidRDefault="00471189" w:rsidP="00471189">
            <w:pPr>
              <w:rPr>
                <w:b/>
                <w:bCs/>
              </w:rPr>
            </w:pPr>
            <w:r w:rsidRPr="00AB44FE">
              <w:rPr>
                <w:b/>
                <w:bCs/>
              </w:rPr>
              <w:lastRenderedPageBreak/>
              <w:t>Empfindlichkeitsklasse</w:t>
            </w:r>
          </w:p>
        </w:tc>
        <w:tc>
          <w:tcPr>
            <w:tcW w:w="2268" w:type="dxa"/>
          </w:tcPr>
          <w:p w14:paraId="36D00035" w14:textId="5DEF3453" w:rsidR="00471189" w:rsidRPr="00AB44FE" w:rsidRDefault="00471189" w:rsidP="00471189">
            <w:pPr>
              <w:rPr>
                <w:b/>
                <w:bCs/>
              </w:rPr>
            </w:pPr>
            <w:r w:rsidRPr="00AB44FE">
              <w:rPr>
                <w:b/>
                <w:bCs/>
              </w:rPr>
              <w:t>Häufigkeit der Einwirkung</w:t>
            </w:r>
          </w:p>
        </w:tc>
        <w:tc>
          <w:tcPr>
            <w:tcW w:w="3402" w:type="dxa"/>
            <w:gridSpan w:val="3"/>
          </w:tcPr>
          <w:p w14:paraId="0DF0865C" w14:textId="4E755E09" w:rsidR="00471189" w:rsidRPr="00AB44FE" w:rsidRDefault="00471189" w:rsidP="00471189">
            <w:pPr>
              <w:rPr>
                <w:b/>
                <w:bCs/>
              </w:rPr>
            </w:pPr>
            <w:r w:rsidRPr="00AB44FE">
              <w:rPr>
                <w:b/>
                <w:bCs/>
              </w:rPr>
              <w:t>Richtwerte [mm/s]</w:t>
            </w:r>
          </w:p>
        </w:tc>
      </w:tr>
      <w:tr w:rsidR="00471189" w14:paraId="51DF9832" w14:textId="77777777" w:rsidTr="00471189">
        <w:tc>
          <w:tcPr>
            <w:tcW w:w="2835" w:type="dxa"/>
          </w:tcPr>
          <w:p w14:paraId="642826C1" w14:textId="35F93555" w:rsidR="00471189" w:rsidRDefault="00471189" w:rsidP="00471189">
            <w:r>
              <w:t xml:space="preserve">3) </w:t>
            </w:r>
            <w:r w:rsidR="00AB44FE">
              <w:t>n</w:t>
            </w:r>
            <w:r>
              <w:t>ormal empfindlich</w:t>
            </w:r>
          </w:p>
        </w:tc>
        <w:tc>
          <w:tcPr>
            <w:tcW w:w="2268" w:type="dxa"/>
          </w:tcPr>
          <w:p w14:paraId="3450BDC5" w14:textId="77777777" w:rsidR="00471189" w:rsidRDefault="00471189" w:rsidP="00471189"/>
          <w:p w14:paraId="6F42EF04" w14:textId="09858986" w:rsidR="00471189" w:rsidRDefault="00471189" w:rsidP="00471189">
            <w:r>
              <w:t>Gelegentlich</w:t>
            </w:r>
          </w:p>
          <w:p w14:paraId="7E3CEEF1" w14:textId="713B2C1A" w:rsidR="00471189" w:rsidRDefault="00471189" w:rsidP="00471189">
            <w:r>
              <w:t>Häufig</w:t>
            </w:r>
          </w:p>
          <w:p w14:paraId="7363AEA0" w14:textId="7CA12806" w:rsidR="00471189" w:rsidRDefault="00471189" w:rsidP="00471189">
            <w:r>
              <w:t>permanent</w:t>
            </w:r>
          </w:p>
        </w:tc>
        <w:tc>
          <w:tcPr>
            <w:tcW w:w="1134" w:type="dxa"/>
          </w:tcPr>
          <w:p w14:paraId="25485017" w14:textId="77777777" w:rsidR="00471189" w:rsidRDefault="00471189" w:rsidP="00AB44FE">
            <w:pPr>
              <w:jc w:val="center"/>
            </w:pPr>
            <w:r>
              <w:t>&lt;30Hz</w:t>
            </w:r>
          </w:p>
          <w:p w14:paraId="738C4443" w14:textId="77777777" w:rsidR="00AB44FE" w:rsidRDefault="00AB44FE" w:rsidP="00AB44FE">
            <w:pPr>
              <w:jc w:val="center"/>
            </w:pPr>
            <w:r>
              <w:t>15</w:t>
            </w:r>
          </w:p>
          <w:p w14:paraId="2D91B4EF" w14:textId="77777777" w:rsidR="00AB44FE" w:rsidRDefault="00AB44FE" w:rsidP="00AB44FE">
            <w:pPr>
              <w:jc w:val="center"/>
            </w:pPr>
            <w:r>
              <w:t>6</w:t>
            </w:r>
          </w:p>
          <w:p w14:paraId="522F1B46" w14:textId="49D6EFA5" w:rsidR="00AB44FE" w:rsidRDefault="00AB44FE" w:rsidP="00AB44FE">
            <w:pPr>
              <w:jc w:val="center"/>
            </w:pPr>
            <w:r>
              <w:t>3</w:t>
            </w:r>
          </w:p>
        </w:tc>
        <w:tc>
          <w:tcPr>
            <w:tcW w:w="1134" w:type="dxa"/>
          </w:tcPr>
          <w:p w14:paraId="0279539F" w14:textId="77777777" w:rsidR="00471189" w:rsidRDefault="00471189" w:rsidP="00AB44FE">
            <w:pPr>
              <w:jc w:val="center"/>
            </w:pPr>
            <w:r>
              <w:t>30-60 Hz</w:t>
            </w:r>
          </w:p>
          <w:p w14:paraId="2BF2F330" w14:textId="77777777" w:rsidR="00AB44FE" w:rsidRDefault="00AB44FE" w:rsidP="00AB44FE">
            <w:pPr>
              <w:jc w:val="center"/>
            </w:pPr>
            <w:r>
              <w:t>20</w:t>
            </w:r>
          </w:p>
          <w:p w14:paraId="0B004E27" w14:textId="77777777" w:rsidR="00AB44FE" w:rsidRDefault="00AB44FE" w:rsidP="00AB44FE">
            <w:pPr>
              <w:jc w:val="center"/>
            </w:pPr>
            <w:r>
              <w:t>8</w:t>
            </w:r>
          </w:p>
          <w:p w14:paraId="74361CAD" w14:textId="25C2DF2C" w:rsidR="00AB44FE" w:rsidRDefault="00AB44FE" w:rsidP="00AB44FE">
            <w:pPr>
              <w:jc w:val="center"/>
            </w:pPr>
            <w:r>
              <w:t>4</w:t>
            </w:r>
          </w:p>
        </w:tc>
        <w:tc>
          <w:tcPr>
            <w:tcW w:w="1134" w:type="dxa"/>
          </w:tcPr>
          <w:p w14:paraId="3875E209" w14:textId="77777777" w:rsidR="00471189" w:rsidRDefault="00471189" w:rsidP="00AB44FE">
            <w:pPr>
              <w:jc w:val="center"/>
            </w:pPr>
            <w:r>
              <w:t>&gt;60 Hz</w:t>
            </w:r>
          </w:p>
          <w:p w14:paraId="0C3D5C44" w14:textId="77777777" w:rsidR="00AB44FE" w:rsidRDefault="00AB44FE" w:rsidP="00AB44FE">
            <w:pPr>
              <w:jc w:val="center"/>
            </w:pPr>
            <w:r>
              <w:t>30</w:t>
            </w:r>
          </w:p>
          <w:p w14:paraId="2DB6EC56" w14:textId="77777777" w:rsidR="00AB44FE" w:rsidRDefault="00AB44FE" w:rsidP="00AB44FE">
            <w:pPr>
              <w:jc w:val="center"/>
            </w:pPr>
            <w:r>
              <w:t>12</w:t>
            </w:r>
          </w:p>
          <w:p w14:paraId="5AF7074A" w14:textId="5D955B2F" w:rsidR="00AB44FE" w:rsidRDefault="00AB44FE" w:rsidP="00AB44FE">
            <w:pPr>
              <w:jc w:val="center"/>
            </w:pPr>
            <w:r>
              <w:t>6</w:t>
            </w:r>
          </w:p>
        </w:tc>
      </w:tr>
      <w:tr w:rsidR="00AB44FE" w14:paraId="2516A802" w14:textId="77777777" w:rsidTr="00C44B33">
        <w:trPr>
          <w:trHeight w:val="114"/>
        </w:trPr>
        <w:tc>
          <w:tcPr>
            <w:tcW w:w="2835" w:type="dxa"/>
            <w:vMerge w:val="restart"/>
          </w:tcPr>
          <w:p w14:paraId="09DE88BD" w14:textId="408F3CD0" w:rsidR="00AB44FE" w:rsidRDefault="00AB44FE" w:rsidP="00471189">
            <w:r>
              <w:t>4) erhöht empfindlich</w:t>
            </w:r>
          </w:p>
        </w:tc>
        <w:tc>
          <w:tcPr>
            <w:tcW w:w="2268" w:type="dxa"/>
            <w:vMerge w:val="restart"/>
          </w:tcPr>
          <w:p w14:paraId="061E015A" w14:textId="77777777" w:rsidR="00AB44FE" w:rsidRDefault="00AB44FE" w:rsidP="00471189"/>
          <w:p w14:paraId="39307495" w14:textId="54561986" w:rsidR="00AB44FE" w:rsidRDefault="00AB44FE" w:rsidP="00471189">
            <w:r>
              <w:t>häufig</w:t>
            </w:r>
          </w:p>
        </w:tc>
        <w:tc>
          <w:tcPr>
            <w:tcW w:w="3402" w:type="dxa"/>
            <w:gridSpan w:val="3"/>
          </w:tcPr>
          <w:p w14:paraId="50A6ABB9" w14:textId="3FB23617" w:rsidR="00AB44FE" w:rsidRDefault="00AB44FE" w:rsidP="00471189">
            <w:r>
              <w:t>0.5 bis 1.0 × normal empfindlich</w:t>
            </w:r>
          </w:p>
        </w:tc>
      </w:tr>
      <w:tr w:rsidR="00AB44FE" w14:paraId="6C0A28B0" w14:textId="77777777" w:rsidTr="00471189">
        <w:trPr>
          <w:trHeight w:val="113"/>
        </w:trPr>
        <w:tc>
          <w:tcPr>
            <w:tcW w:w="2835" w:type="dxa"/>
            <w:vMerge/>
          </w:tcPr>
          <w:p w14:paraId="71082EAD" w14:textId="77777777" w:rsidR="00AB44FE" w:rsidRDefault="00AB44FE" w:rsidP="00471189"/>
        </w:tc>
        <w:tc>
          <w:tcPr>
            <w:tcW w:w="2268" w:type="dxa"/>
            <w:vMerge/>
          </w:tcPr>
          <w:p w14:paraId="61F39689" w14:textId="77777777" w:rsidR="00AB44FE" w:rsidRDefault="00AB44FE" w:rsidP="00471189"/>
        </w:tc>
        <w:tc>
          <w:tcPr>
            <w:tcW w:w="1134" w:type="dxa"/>
          </w:tcPr>
          <w:p w14:paraId="58E2F0FE" w14:textId="20D7DFCB" w:rsidR="00AB44FE" w:rsidRDefault="00AB44FE" w:rsidP="00AB44FE">
            <w:pPr>
              <w:jc w:val="center"/>
            </w:pPr>
            <w:r>
              <w:t>3 bis 6</w:t>
            </w:r>
          </w:p>
        </w:tc>
        <w:tc>
          <w:tcPr>
            <w:tcW w:w="1134" w:type="dxa"/>
          </w:tcPr>
          <w:p w14:paraId="15441758" w14:textId="1C8BB920" w:rsidR="00AB44FE" w:rsidRDefault="00AB44FE" w:rsidP="00AB44FE">
            <w:pPr>
              <w:jc w:val="center"/>
            </w:pPr>
            <w:r>
              <w:t>4 bis 8</w:t>
            </w:r>
          </w:p>
        </w:tc>
        <w:tc>
          <w:tcPr>
            <w:tcW w:w="1134" w:type="dxa"/>
          </w:tcPr>
          <w:p w14:paraId="704040FD" w14:textId="1B8B78EF" w:rsidR="00AB44FE" w:rsidRDefault="00AB44FE" w:rsidP="00AB44FE">
            <w:pPr>
              <w:jc w:val="center"/>
            </w:pPr>
            <w:r>
              <w:t>6 bis 12</w:t>
            </w:r>
          </w:p>
        </w:tc>
      </w:tr>
    </w:tbl>
    <w:p w14:paraId="57111D52" w14:textId="50AB3A32" w:rsidR="00471189" w:rsidRDefault="00471189" w:rsidP="00471189">
      <w:pPr>
        <w:spacing w:before="120" w:after="120"/>
      </w:pPr>
    </w:p>
    <w:p w14:paraId="53E4740B" w14:textId="6CD507F2" w:rsidR="00AB44FE" w:rsidRDefault="00AB44FE" w:rsidP="00AB44FE">
      <w:pPr>
        <w:spacing w:before="120" w:after="120"/>
        <w:rPr>
          <w:b/>
          <w:bCs/>
        </w:rPr>
      </w:pPr>
      <w:r w:rsidRPr="00AB44FE">
        <w:rPr>
          <w:b/>
          <w:bCs/>
        </w:rPr>
        <w:t>Massnahmen, wenn die betroffene Kabelleitung aus betriebstechnischen Gründen nicht abgeschaltet werden kann</w:t>
      </w:r>
    </w:p>
    <w:p w14:paraId="6E5DEE44" w14:textId="271204BE" w:rsidR="00B67BA4" w:rsidRDefault="00B67BA4" w:rsidP="00A0606C">
      <w:pPr>
        <w:pStyle w:val="Listenabsatz"/>
        <w:numPr>
          <w:ilvl w:val="0"/>
          <w:numId w:val="16"/>
        </w:numPr>
        <w:spacing w:before="60" w:after="60"/>
      </w:pPr>
      <w:r>
        <w:t xml:space="preserve">Es ist eine Beurteilung der projektbezogenen Risiken in Zusammenarbeit mit den ewb-Fachspezialisten vorzunehmen. Die Massnahmen werden schriftlich festgehalten (Bauprotokoll). </w:t>
      </w:r>
    </w:p>
    <w:p w14:paraId="248A8C28" w14:textId="11957C8A" w:rsidR="00B67BA4" w:rsidRDefault="00B67BA4" w:rsidP="00B67BA4">
      <w:pPr>
        <w:pStyle w:val="Listenabsatz"/>
        <w:numPr>
          <w:ilvl w:val="0"/>
          <w:numId w:val="16"/>
        </w:numPr>
        <w:spacing w:before="60" w:after="60"/>
      </w:pPr>
      <w:r>
        <w:t xml:space="preserve">Es müssen alle Projektmitarbeitenden vor Baubeginn über die aktuelle Situation und die </w:t>
      </w:r>
    </w:p>
    <w:p w14:paraId="2AD6F5CE" w14:textId="56FAABA0" w:rsidR="00B67BA4" w:rsidRDefault="00B67BA4" w:rsidP="00547260">
      <w:pPr>
        <w:pStyle w:val="Listenabsatz"/>
        <w:numPr>
          <w:ilvl w:val="0"/>
          <w:numId w:val="16"/>
        </w:numPr>
        <w:spacing w:before="60" w:after="60"/>
      </w:pPr>
      <w:r>
        <w:t xml:space="preserve">Gefahren durch ewb instruiert werden. Diese Instruktion erfolgt mündlich und schriftlich und muss protokolliert werden. </w:t>
      </w:r>
    </w:p>
    <w:p w14:paraId="439EAD53" w14:textId="68FE2F98" w:rsidR="00AB44FE" w:rsidRDefault="00B67BA4" w:rsidP="00B25E46">
      <w:pPr>
        <w:pStyle w:val="Listenabsatz"/>
        <w:numPr>
          <w:ilvl w:val="0"/>
          <w:numId w:val="16"/>
        </w:numPr>
        <w:spacing w:before="60" w:after="60"/>
      </w:pPr>
      <w:r>
        <w:t>Im Sicherheitsbereich dürfen bei eingeschalteter Kabelleitung nur instruierte Personen Arbeiten ausführen.</w:t>
      </w:r>
    </w:p>
    <w:p w14:paraId="7A74CAE8" w14:textId="703C74D3" w:rsidR="00413E72" w:rsidRDefault="00413E72" w:rsidP="00413E72">
      <w:pPr>
        <w:spacing w:before="120" w:after="120"/>
        <w:rPr>
          <w:b/>
          <w:bCs/>
        </w:rPr>
      </w:pPr>
      <w:r>
        <w:rPr>
          <w:b/>
          <w:bCs/>
        </w:rPr>
        <w:t>Hinweis</w:t>
      </w:r>
    </w:p>
    <w:p w14:paraId="26EAE36E" w14:textId="0D2E4DEB" w:rsidR="00413E72" w:rsidRDefault="00413E72" w:rsidP="004129BB">
      <w:pPr>
        <w:pStyle w:val="Listenabsatz"/>
        <w:numPr>
          <w:ilvl w:val="0"/>
          <w:numId w:val="16"/>
        </w:numPr>
        <w:spacing w:before="60" w:after="60"/>
      </w:pPr>
      <w:r>
        <w:t xml:space="preserve">Es ist untersagt, das Trassee von ewb ohne Aufsicht von ewb-Fachleuten zu bearbeiten resp. Kabelschutz zu entfernen (Kabelkanäle entfernen, Rohrblöcke spitzen, etc.). </w:t>
      </w:r>
    </w:p>
    <w:p w14:paraId="1C23B3DA" w14:textId="15C3B3A4" w:rsidR="00413E72" w:rsidRDefault="00413E72" w:rsidP="00413E72">
      <w:pPr>
        <w:pStyle w:val="Listenabsatz"/>
        <w:numPr>
          <w:ilvl w:val="0"/>
          <w:numId w:val="16"/>
        </w:numPr>
        <w:spacing w:before="60" w:after="60"/>
      </w:pPr>
      <w:r>
        <w:t xml:space="preserve">Im Sicherheitsbereich ist äusserste Vorsicht geboten beim Einschlagen von Eisen, beim </w:t>
      </w:r>
    </w:p>
    <w:p w14:paraId="20B77136" w14:textId="77777777" w:rsidR="00413E72" w:rsidRDefault="00413E72" w:rsidP="00413E72">
      <w:pPr>
        <w:pStyle w:val="Listenabsatz"/>
        <w:numPr>
          <w:ilvl w:val="0"/>
          <w:numId w:val="16"/>
        </w:numPr>
        <w:spacing w:before="60" w:after="60"/>
      </w:pPr>
      <w:r>
        <w:t xml:space="preserve">Entfernen von Findlingen, beim Ausreissen von Wurzeln, bei Spriessarbeiten, etc. </w:t>
      </w:r>
    </w:p>
    <w:p w14:paraId="5A5ABC8F" w14:textId="5F0137A8" w:rsidR="00413E72" w:rsidRDefault="00413E72" w:rsidP="00D35032">
      <w:pPr>
        <w:pStyle w:val="Listenabsatz"/>
        <w:numPr>
          <w:ilvl w:val="0"/>
          <w:numId w:val="16"/>
        </w:numPr>
        <w:spacing w:before="60" w:after="60"/>
      </w:pPr>
      <w:r>
        <w:t>Im Zweifelsfall sind immer in erster Linie die Bauaufsicht (ewb) und in einem weiteren Schritt die Fachspezialisten (ewb) beizuziehen.</w:t>
      </w:r>
    </w:p>
    <w:p w14:paraId="60C8CD61" w14:textId="0AC42E6F" w:rsidR="00142CDD" w:rsidRDefault="00142CDD" w:rsidP="00142CDD">
      <w:pPr>
        <w:pStyle w:val="berschrift1"/>
      </w:pPr>
      <w:r>
        <w:t>Schlussbestimmungen</w:t>
      </w:r>
    </w:p>
    <w:p w14:paraId="7F3CDD6E" w14:textId="696464FF" w:rsidR="00142CDD" w:rsidRDefault="00142CDD" w:rsidP="00142CDD">
      <w:pPr>
        <w:spacing w:before="120" w:after="120"/>
      </w:pPr>
      <w:r w:rsidRPr="00142CDD">
        <w:rPr>
          <w:b/>
          <w:bCs/>
        </w:rPr>
        <w:t>Alle beteiligten Mitarbeiter</w:t>
      </w:r>
      <w:r>
        <w:t xml:space="preserve"> sind über die Verhaltensvorschriften zu </w:t>
      </w:r>
      <w:r w:rsidRPr="00142CDD">
        <w:rPr>
          <w:b/>
          <w:bCs/>
        </w:rPr>
        <w:t>instruieren</w:t>
      </w:r>
      <w:r>
        <w:t xml:space="preserve">. Die </w:t>
      </w:r>
      <w:r w:rsidRPr="00142CDD">
        <w:rPr>
          <w:b/>
          <w:bCs/>
        </w:rPr>
        <w:t>Instruktion</w:t>
      </w:r>
      <w:r>
        <w:t xml:space="preserve"> ist </w:t>
      </w:r>
      <w:r w:rsidRPr="00142CDD">
        <w:rPr>
          <w:b/>
          <w:bCs/>
        </w:rPr>
        <w:t>schriftlich</w:t>
      </w:r>
      <w:r>
        <w:t xml:space="preserve"> festzuhalten. </w:t>
      </w:r>
    </w:p>
    <w:p w14:paraId="2336037C" w14:textId="0F8C3620" w:rsidR="00142CDD" w:rsidRDefault="00142CDD" w:rsidP="00142CDD">
      <w:pPr>
        <w:spacing w:before="120" w:after="120"/>
      </w:pPr>
      <w:r>
        <w:t>Wer Sicherheitsvorschriften missachtet, gefährdet das Leben und die Gesundheit von sich und von Mitarbeitenden/Arbeitskollegen.</w:t>
      </w:r>
    </w:p>
    <w:p w14:paraId="1105336F" w14:textId="2528B6F3" w:rsidR="00142CDD" w:rsidRDefault="00142CDD" w:rsidP="00142CDD">
      <w:pPr>
        <w:spacing w:before="120" w:after="120"/>
      </w:pPr>
      <w:r w:rsidRPr="00142CDD">
        <w:t>Bei Zuwiderhandlung lehnt ewb jede Verantwortung für sämtliche Personen- und Sachschäden</w:t>
      </w:r>
      <w:r>
        <w:t xml:space="preserve"> </w:t>
      </w:r>
      <w:r w:rsidRPr="00142CDD">
        <w:t>ab.</w:t>
      </w:r>
    </w:p>
    <w:p w14:paraId="4C5C2482" w14:textId="003A30CA" w:rsidR="00142CDD" w:rsidRDefault="00142CDD" w:rsidP="00142CDD">
      <w:pPr>
        <w:pStyle w:val="berschrift1"/>
      </w:pPr>
      <w:r>
        <w:t>Inkraftsetzung</w:t>
      </w:r>
    </w:p>
    <w:p w14:paraId="25FF408D" w14:textId="3E50F679" w:rsidR="00142CDD" w:rsidRDefault="00142CDD" w:rsidP="00142CDD">
      <w:pPr>
        <w:spacing w:before="120" w:after="120"/>
      </w:pPr>
      <w:r w:rsidRPr="00142CDD">
        <w:t>Diese Arbeitsanweisung tritt am 1. Februar 2016 in Kraft.</w:t>
      </w:r>
    </w:p>
    <w:p w14:paraId="016EF820" w14:textId="5C46C845" w:rsidR="00924A87" w:rsidRPr="00BA21F6" w:rsidRDefault="00924A87" w:rsidP="00BA21F6">
      <w:pPr>
        <w:rPr>
          <w:b/>
          <w:sz w:val="28"/>
        </w:rPr>
      </w:pPr>
    </w:p>
    <w:sectPr w:rsidR="00924A87" w:rsidRPr="00BA21F6" w:rsidSect="00B26B16">
      <w:headerReference w:type="even" r:id="rId11"/>
      <w:headerReference w:type="default" r:id="rId12"/>
      <w:footerReference w:type="even" r:id="rId13"/>
      <w:footerReference w:type="default" r:id="rId14"/>
      <w:headerReference w:type="first" r:id="rId15"/>
      <w:footerReference w:type="first" r:id="rId16"/>
      <w:type w:val="continuous"/>
      <w:pgSz w:w="11906" w:h="16838" w:code="9"/>
      <w:pgMar w:top="1701" w:right="1247" w:bottom="567" w:left="1247" w:header="680" w:footer="56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2BE022" w14:textId="77777777" w:rsidR="003474BE" w:rsidRDefault="003474BE">
      <w:r>
        <w:separator/>
      </w:r>
    </w:p>
  </w:endnote>
  <w:endnote w:type="continuationSeparator" w:id="0">
    <w:p w14:paraId="11FF02FF" w14:textId="77777777" w:rsidR="003474BE" w:rsidRDefault="00347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55 Roman">
    <w:altName w:val="Calibri"/>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5E9C4" w14:textId="77777777" w:rsidR="005C1334" w:rsidRDefault="005C133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6BFD" w14:textId="77777777" w:rsidR="001002DE" w:rsidRDefault="001002DE">
    <w:pPr>
      <w:pStyle w:val="Fuzeile"/>
      <w:pBdr>
        <w:top w:val="single" w:sz="4" w:space="1" w:color="auto"/>
      </w:pBdr>
      <w:tabs>
        <w:tab w:val="clear" w:pos="4536"/>
        <w:tab w:val="clear" w:pos="9072"/>
        <w:tab w:val="right" w:pos="9356"/>
      </w:tabs>
      <w:rPr>
        <w:snapToGrid w:val="0"/>
        <w:sz w:val="8"/>
      </w:rPr>
    </w:pPr>
  </w:p>
  <w:p w14:paraId="5EA7AF69" w14:textId="044678C7" w:rsidR="001002DE" w:rsidRDefault="002B7257">
    <w:pPr>
      <w:pStyle w:val="Fuzeile"/>
      <w:pBdr>
        <w:top w:val="single" w:sz="4" w:space="1" w:color="auto"/>
      </w:pBdr>
      <w:tabs>
        <w:tab w:val="clear" w:pos="4536"/>
        <w:tab w:val="clear" w:pos="9072"/>
        <w:tab w:val="right" w:pos="9356"/>
      </w:tabs>
      <w:rPr>
        <w:sz w:val="16"/>
      </w:rPr>
    </w:pPr>
    <w:r>
      <w:rPr>
        <w:snapToGrid w:val="0"/>
        <w:sz w:val="16"/>
      </w:rPr>
      <w:fldChar w:fldCharType="begin"/>
    </w:r>
    <w:r>
      <w:rPr>
        <w:snapToGrid w:val="0"/>
        <w:sz w:val="16"/>
      </w:rPr>
      <w:instrText xml:space="preserve"> REF V_Datum \h  \* MERGEFORMAT </w:instrText>
    </w:r>
    <w:r>
      <w:rPr>
        <w:snapToGrid w:val="0"/>
        <w:sz w:val="16"/>
      </w:rPr>
    </w:r>
    <w:r>
      <w:rPr>
        <w:snapToGrid w:val="0"/>
        <w:sz w:val="16"/>
      </w:rPr>
      <w:fldChar w:fldCharType="separate"/>
    </w:r>
    <w:r w:rsidR="005C1334" w:rsidRPr="005C1334">
      <w:rPr>
        <w:snapToGrid w:val="0"/>
        <w:sz w:val="16"/>
      </w:rPr>
      <w:t>Version 2.0 vom 31.03.2025</w:t>
    </w:r>
    <w:r>
      <w:rPr>
        <w:snapToGrid w:val="0"/>
        <w:sz w:val="16"/>
      </w:rPr>
      <w:fldChar w:fldCharType="end"/>
    </w:r>
    <w:r w:rsidR="001002DE">
      <w:rPr>
        <w:snapToGrid w:val="0"/>
        <w:sz w:val="16"/>
      </w:rPr>
      <w:tab/>
      <w:t xml:space="preserve">Seite </w:t>
    </w:r>
    <w:r w:rsidR="001002DE">
      <w:rPr>
        <w:rStyle w:val="Seitenzahl"/>
        <w:sz w:val="16"/>
      </w:rPr>
      <w:fldChar w:fldCharType="begin"/>
    </w:r>
    <w:r w:rsidR="001002DE">
      <w:rPr>
        <w:rStyle w:val="Seitenzahl"/>
        <w:sz w:val="16"/>
      </w:rPr>
      <w:instrText xml:space="preserve"> PAGE </w:instrText>
    </w:r>
    <w:r w:rsidR="001002DE">
      <w:rPr>
        <w:rStyle w:val="Seitenzahl"/>
        <w:sz w:val="16"/>
      </w:rPr>
      <w:fldChar w:fldCharType="separate"/>
    </w:r>
    <w:r w:rsidR="001002DE">
      <w:rPr>
        <w:rStyle w:val="Seitenzahl"/>
        <w:noProof/>
        <w:sz w:val="16"/>
      </w:rPr>
      <w:t>14</w:t>
    </w:r>
    <w:r w:rsidR="001002DE">
      <w:rPr>
        <w:rStyle w:val="Seitenzahl"/>
        <w:sz w:val="16"/>
      </w:rPr>
      <w:fldChar w:fldCharType="end"/>
    </w:r>
    <w:r w:rsidR="001002DE">
      <w:rPr>
        <w:rStyle w:val="Seitenzahl"/>
        <w:sz w:val="16"/>
      </w:rPr>
      <w:t xml:space="preserve"> / </w:t>
    </w:r>
    <w:r w:rsidR="001002DE">
      <w:rPr>
        <w:rStyle w:val="Seitenzahl"/>
        <w:sz w:val="16"/>
      </w:rPr>
      <w:fldChar w:fldCharType="begin"/>
    </w:r>
    <w:r w:rsidR="001002DE">
      <w:rPr>
        <w:rStyle w:val="Seitenzahl"/>
        <w:sz w:val="16"/>
      </w:rPr>
      <w:instrText xml:space="preserve"> NUMPAGES </w:instrText>
    </w:r>
    <w:r w:rsidR="001002DE">
      <w:rPr>
        <w:rStyle w:val="Seitenzahl"/>
        <w:sz w:val="16"/>
      </w:rPr>
      <w:fldChar w:fldCharType="separate"/>
    </w:r>
    <w:r w:rsidR="001002DE">
      <w:rPr>
        <w:rStyle w:val="Seitenzahl"/>
        <w:noProof/>
        <w:sz w:val="16"/>
      </w:rPr>
      <w:t>14</w:t>
    </w:r>
    <w:r w:rsidR="001002DE">
      <w:rPr>
        <w:rStyle w:val="Seitenzah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4CDC91" w14:textId="77777777" w:rsidR="005C1334" w:rsidRDefault="005C1334">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8C7E38" w14:textId="77777777" w:rsidR="003474BE" w:rsidRDefault="003474BE">
      <w:r>
        <w:separator/>
      </w:r>
    </w:p>
  </w:footnote>
  <w:footnote w:type="continuationSeparator" w:id="0">
    <w:p w14:paraId="3CC290E5" w14:textId="77777777" w:rsidR="003474BE" w:rsidRDefault="003474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843F23" w14:textId="77777777" w:rsidR="005C1334" w:rsidRDefault="005C1334">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504C" w14:textId="77777777" w:rsidR="001002DE" w:rsidRDefault="001002DE">
    <w:pPr>
      <w:pStyle w:val="Kopfzeile"/>
      <w:jc w:val="right"/>
      <w:rPr>
        <w:sz w:val="20"/>
      </w:rPr>
    </w:pPr>
    <w:r>
      <w:rPr>
        <w:sz w:val="20"/>
      </w:rPr>
      <w:t>Ausschreibung Bauarbeiten</w:t>
    </w:r>
  </w:p>
  <w:p w14:paraId="70F589B0" w14:textId="77777777" w:rsidR="00CF329E" w:rsidRDefault="00CF329E" w:rsidP="00CF329E">
    <w:pPr>
      <w:pStyle w:val="Kopfzeile"/>
      <w:jc w:val="right"/>
      <w:rPr>
        <w:sz w:val="20"/>
      </w:rPr>
    </w:pPr>
    <w:bookmarkStart w:id="1" w:name="_Hlk161308407"/>
    <w:r>
      <w:rPr>
        <w:sz w:val="20"/>
      </w:rPr>
      <w:t xml:space="preserve">Projekt: </w:t>
    </w:r>
    <w:r>
      <w:rPr>
        <w:sz w:val="20"/>
      </w:rPr>
      <w:fldChar w:fldCharType="begin"/>
    </w:r>
    <w:r>
      <w:rPr>
        <w:sz w:val="20"/>
      </w:rPr>
      <w:instrText xml:space="preserve">  </w:instrText>
    </w:r>
    <w:r>
      <w:rPr>
        <w:sz w:val="20"/>
      </w:rPr>
      <w:fldChar w:fldCharType="end"/>
    </w:r>
    <w:r>
      <w:rPr>
        <w:i/>
        <w:vanish/>
        <w:color w:val="FF0000"/>
        <w:sz w:val="20"/>
      </w:rPr>
      <w:t xml:space="preserve"> </w:t>
    </w:r>
    <w:r>
      <w:rPr>
        <w:i/>
        <w:color w:val="FF0000"/>
        <w:sz w:val="20"/>
      </w:rPr>
      <w:t>Projektbezeichnung</w:t>
    </w:r>
  </w:p>
  <w:bookmarkEnd w:id="1"/>
  <w:p w14:paraId="2D0C6700" w14:textId="718811F2" w:rsidR="001002DE" w:rsidRDefault="001002DE">
    <w:pPr>
      <w:pStyle w:val="Kopfzeile"/>
      <w:jc w:val="right"/>
      <w:rPr>
        <w:sz w:val="20"/>
      </w:rPr>
    </w:pPr>
    <w:r>
      <w:rPr>
        <w:sz w:val="20"/>
      </w:rPr>
      <w:t xml:space="preserve">Dokument </w:t>
    </w:r>
    <w:r w:rsidR="00204542">
      <w:rPr>
        <w:sz w:val="20"/>
      </w:rPr>
      <w:t>C</w:t>
    </w:r>
    <w:r w:rsidR="00D86976">
      <w:rPr>
        <w:sz w:val="20"/>
      </w:rPr>
      <w:t>7</w:t>
    </w:r>
  </w:p>
  <w:p w14:paraId="4FD83A59" w14:textId="77777777" w:rsidR="001002DE" w:rsidRDefault="001002DE">
    <w:pPr>
      <w:pStyle w:val="Kopfzeile"/>
      <w:pBdr>
        <w:bottom w:val="single" w:sz="4" w:space="1" w:color="auto"/>
      </w:pBdr>
      <w:rPr>
        <w:sz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9464" w:type="dxa"/>
      <w:tblLook w:val="04A0" w:firstRow="1" w:lastRow="0" w:firstColumn="1" w:lastColumn="0" w:noHBand="0" w:noVBand="1"/>
    </w:tblPr>
    <w:tblGrid>
      <w:gridCol w:w="5103"/>
      <w:gridCol w:w="2410"/>
      <w:gridCol w:w="1951"/>
    </w:tblGrid>
    <w:tr w:rsidR="00BB5C88" w14:paraId="72BA6420" w14:textId="77777777" w:rsidTr="00CE1DFD">
      <w:trPr>
        <w:trHeight w:val="714"/>
      </w:trPr>
      <w:tc>
        <w:tcPr>
          <w:tcW w:w="5103" w:type="dxa"/>
          <w:vAlign w:val="bottom"/>
        </w:tcPr>
        <w:p w14:paraId="321C471C" w14:textId="77777777" w:rsidR="00BB5C88" w:rsidRDefault="00BB5C88" w:rsidP="00BB5C88">
          <w:pPr>
            <w:pStyle w:val="Untertitel"/>
            <w:spacing w:after="0"/>
          </w:pPr>
          <w:bookmarkStart w:id="2" w:name="_Hlk148879071"/>
          <w:r>
            <w:rPr>
              <w:noProof/>
            </w:rPr>
            <w:drawing>
              <wp:anchor distT="0" distB="0" distL="114300" distR="114300" simplePos="0" relativeHeight="251660288" behindDoc="0" locked="0" layoutInCell="1" allowOverlap="1" wp14:anchorId="73A0024E" wp14:editId="5C854CB7">
                <wp:simplePos x="0" y="0"/>
                <wp:positionH relativeFrom="column">
                  <wp:posOffset>2409190</wp:posOffset>
                </wp:positionH>
                <wp:positionV relativeFrom="paragraph">
                  <wp:posOffset>127000</wp:posOffset>
                </wp:positionV>
                <wp:extent cx="1282700" cy="641350"/>
                <wp:effectExtent l="0" t="0" r="0" b="6350"/>
                <wp:wrapNone/>
                <wp:docPr id="1163983145"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biLevel thresh="75000"/>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a:stretch>
                      </pic:blipFill>
                      <pic:spPr bwMode="auto">
                        <a:xfrm>
                          <a:off x="0" y="0"/>
                          <a:ext cx="1282700" cy="641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inline distT="0" distB="0" distL="0" distR="0" wp14:anchorId="00DCF55B" wp14:editId="37BD549D">
                <wp:extent cx="1371600" cy="905407"/>
                <wp:effectExtent l="0" t="0" r="0" b="0"/>
                <wp:docPr id="1096462828" name="Grafik 1096462828" descr="C:\StadtBE\Logos\TVS-ohne-Abst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adtBE\Logos\TVS-ohne-Abstand.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905407"/>
                        </a:xfrm>
                        <a:prstGeom prst="rect">
                          <a:avLst/>
                        </a:prstGeom>
                        <a:noFill/>
                        <a:ln>
                          <a:noFill/>
                        </a:ln>
                      </pic:spPr>
                    </pic:pic>
                  </a:graphicData>
                </a:graphic>
              </wp:inline>
            </w:drawing>
          </w:r>
        </w:p>
      </w:tc>
      <w:tc>
        <w:tcPr>
          <w:tcW w:w="2410" w:type="dxa"/>
        </w:tcPr>
        <w:p w14:paraId="01E0C615" w14:textId="77777777" w:rsidR="00BB5C88" w:rsidRDefault="00BB5C88" w:rsidP="00BB5C88">
          <w:pPr>
            <w:pStyle w:val="Kopfzeile"/>
          </w:pPr>
        </w:p>
      </w:tc>
      <w:tc>
        <w:tcPr>
          <w:tcW w:w="1951" w:type="dxa"/>
        </w:tcPr>
        <w:p w14:paraId="271BBCFE" w14:textId="77777777" w:rsidR="00BB5C88" w:rsidRDefault="00BB5C88" w:rsidP="00BB5C88">
          <w:pPr>
            <w:pStyle w:val="Kopfzeile"/>
          </w:pPr>
          <w:bookmarkStart w:id="3" w:name="_Hlk148879324"/>
        </w:p>
        <w:p w14:paraId="6E2E19F0" w14:textId="77777777" w:rsidR="00BB5C88" w:rsidRDefault="00BB5C88" w:rsidP="00BB5C88">
          <w:pPr>
            <w:pStyle w:val="Kopfzeile"/>
          </w:pPr>
          <w:r w:rsidRPr="005074C8">
            <w:rPr>
              <w:noProof/>
              <w:lang w:eastAsia="de-CH"/>
            </w:rPr>
            <w:drawing>
              <wp:anchor distT="0" distB="0" distL="114300" distR="114300" simplePos="0" relativeHeight="251659264" behindDoc="1" locked="0" layoutInCell="1" allowOverlap="1" wp14:anchorId="7563D97C" wp14:editId="129B562C">
                <wp:simplePos x="0" y="0"/>
                <wp:positionH relativeFrom="column">
                  <wp:posOffset>123003</wp:posOffset>
                </wp:positionH>
                <wp:positionV relativeFrom="paragraph">
                  <wp:posOffset>134444</wp:posOffset>
                </wp:positionV>
                <wp:extent cx="1141466" cy="215371"/>
                <wp:effectExtent l="0" t="0" r="1905" b="0"/>
                <wp:wrapNone/>
                <wp:docPr id="307412707" name="Grafik 307412707"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Grafiken enthält.&#10;&#10;Automatisch generierte Beschreibung"/>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tretch>
                          <a:fillRect/>
                        </a:stretch>
                      </pic:blipFill>
                      <pic:spPr bwMode="auto">
                        <a:xfrm>
                          <a:off x="0" y="0"/>
                          <a:ext cx="1155497" cy="21801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bookmarkEnd w:id="3"/>
        <w:p w14:paraId="79A60FD5" w14:textId="77777777" w:rsidR="00BB5C88" w:rsidRDefault="00BB5C88" w:rsidP="00BB5C88">
          <w:pPr>
            <w:pStyle w:val="Kopfzeile"/>
            <w:ind w:firstLine="709"/>
          </w:pPr>
        </w:p>
      </w:tc>
    </w:tr>
    <w:bookmarkEnd w:id="2"/>
  </w:tbl>
  <w:p w14:paraId="783A5B9D" w14:textId="77777777" w:rsidR="001002DE" w:rsidRPr="002A0B12" w:rsidRDefault="001002DE" w:rsidP="00BB5C8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4588D61E"/>
    <w:lvl w:ilvl="0">
      <w:start w:val="1"/>
      <w:numFmt w:val="bullet"/>
      <w:pStyle w:val="berschrift9"/>
      <w:lvlText w:val=""/>
      <w:lvlJc w:val="left"/>
      <w:pPr>
        <w:tabs>
          <w:tab w:val="num" w:pos="360"/>
        </w:tabs>
        <w:ind w:left="360" w:hanging="360"/>
      </w:pPr>
      <w:rPr>
        <w:rFonts w:ascii="Symbol" w:hAnsi="Symbol" w:hint="default"/>
      </w:rPr>
    </w:lvl>
  </w:abstractNum>
  <w:abstractNum w:abstractNumId="1" w15:restartNumberingAfterBreak="0">
    <w:nsid w:val="FFFFFFFB"/>
    <w:multiLevelType w:val="multilevel"/>
    <w:tmpl w:val="A7D06D28"/>
    <w:lvl w:ilvl="0">
      <w:start w:val="1"/>
      <w:numFmt w:val="decimal"/>
      <w:pStyle w:val="berschrift1"/>
      <w:lvlText w:val="%1"/>
      <w:lvlJc w:val="left"/>
      <w:pPr>
        <w:ind w:left="709" w:hanging="709"/>
      </w:pPr>
      <w:rPr>
        <w:rFonts w:hint="default"/>
      </w:rPr>
    </w:lvl>
    <w:lvl w:ilvl="1">
      <w:start w:val="1"/>
      <w:numFmt w:val="upperLetter"/>
      <w:pStyle w:val="berschrift2"/>
      <w:lvlText w:val="%1 %2"/>
      <w:lvlJc w:val="left"/>
      <w:pPr>
        <w:ind w:left="709" w:hanging="709"/>
      </w:pPr>
      <w:rPr>
        <w:rFonts w:hint="default"/>
      </w:rPr>
    </w:lvl>
    <w:lvl w:ilvl="2">
      <w:start w:val="1"/>
      <w:numFmt w:val="decimal"/>
      <w:pStyle w:val="berschrift3"/>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 w15:restartNumberingAfterBreak="0">
    <w:nsid w:val="0F111FE2"/>
    <w:multiLevelType w:val="hybridMultilevel"/>
    <w:tmpl w:val="8ADA5C80"/>
    <w:lvl w:ilvl="0" w:tplc="0807000B">
      <w:start w:val="30"/>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3" w15:restartNumberingAfterBreak="0">
    <w:nsid w:val="37AE3F4C"/>
    <w:multiLevelType w:val="hybridMultilevel"/>
    <w:tmpl w:val="239CA2B4"/>
    <w:lvl w:ilvl="0" w:tplc="C988FCE4">
      <w:start w:val="1"/>
      <w:numFmt w:val="bullet"/>
      <w:lvlText w:val=""/>
      <w:lvlJc w:val="left"/>
      <w:pPr>
        <w:ind w:left="1349" w:hanging="360"/>
      </w:pPr>
      <w:rPr>
        <w:rFonts w:ascii="Wingdings" w:hAnsi="Wingdings" w:hint="default"/>
      </w:rPr>
    </w:lvl>
    <w:lvl w:ilvl="1" w:tplc="08070003" w:tentative="1">
      <w:start w:val="1"/>
      <w:numFmt w:val="bullet"/>
      <w:lvlText w:val="o"/>
      <w:lvlJc w:val="left"/>
      <w:pPr>
        <w:ind w:left="2069" w:hanging="360"/>
      </w:pPr>
      <w:rPr>
        <w:rFonts w:ascii="Courier New" w:hAnsi="Courier New" w:cs="Courier New" w:hint="default"/>
      </w:rPr>
    </w:lvl>
    <w:lvl w:ilvl="2" w:tplc="08070005" w:tentative="1">
      <w:start w:val="1"/>
      <w:numFmt w:val="bullet"/>
      <w:lvlText w:val=""/>
      <w:lvlJc w:val="left"/>
      <w:pPr>
        <w:ind w:left="2789" w:hanging="360"/>
      </w:pPr>
      <w:rPr>
        <w:rFonts w:ascii="Wingdings" w:hAnsi="Wingdings" w:hint="default"/>
      </w:rPr>
    </w:lvl>
    <w:lvl w:ilvl="3" w:tplc="08070001" w:tentative="1">
      <w:start w:val="1"/>
      <w:numFmt w:val="bullet"/>
      <w:lvlText w:val=""/>
      <w:lvlJc w:val="left"/>
      <w:pPr>
        <w:ind w:left="3509" w:hanging="360"/>
      </w:pPr>
      <w:rPr>
        <w:rFonts w:ascii="Symbol" w:hAnsi="Symbol" w:hint="default"/>
      </w:rPr>
    </w:lvl>
    <w:lvl w:ilvl="4" w:tplc="08070003" w:tentative="1">
      <w:start w:val="1"/>
      <w:numFmt w:val="bullet"/>
      <w:lvlText w:val="o"/>
      <w:lvlJc w:val="left"/>
      <w:pPr>
        <w:ind w:left="4229" w:hanging="360"/>
      </w:pPr>
      <w:rPr>
        <w:rFonts w:ascii="Courier New" w:hAnsi="Courier New" w:cs="Courier New" w:hint="default"/>
      </w:rPr>
    </w:lvl>
    <w:lvl w:ilvl="5" w:tplc="08070005" w:tentative="1">
      <w:start w:val="1"/>
      <w:numFmt w:val="bullet"/>
      <w:lvlText w:val=""/>
      <w:lvlJc w:val="left"/>
      <w:pPr>
        <w:ind w:left="4949" w:hanging="360"/>
      </w:pPr>
      <w:rPr>
        <w:rFonts w:ascii="Wingdings" w:hAnsi="Wingdings" w:hint="default"/>
      </w:rPr>
    </w:lvl>
    <w:lvl w:ilvl="6" w:tplc="08070001" w:tentative="1">
      <w:start w:val="1"/>
      <w:numFmt w:val="bullet"/>
      <w:lvlText w:val=""/>
      <w:lvlJc w:val="left"/>
      <w:pPr>
        <w:ind w:left="5669" w:hanging="360"/>
      </w:pPr>
      <w:rPr>
        <w:rFonts w:ascii="Symbol" w:hAnsi="Symbol" w:hint="default"/>
      </w:rPr>
    </w:lvl>
    <w:lvl w:ilvl="7" w:tplc="08070003" w:tentative="1">
      <w:start w:val="1"/>
      <w:numFmt w:val="bullet"/>
      <w:lvlText w:val="o"/>
      <w:lvlJc w:val="left"/>
      <w:pPr>
        <w:ind w:left="6389" w:hanging="360"/>
      </w:pPr>
      <w:rPr>
        <w:rFonts w:ascii="Courier New" w:hAnsi="Courier New" w:cs="Courier New" w:hint="default"/>
      </w:rPr>
    </w:lvl>
    <w:lvl w:ilvl="8" w:tplc="08070005" w:tentative="1">
      <w:start w:val="1"/>
      <w:numFmt w:val="bullet"/>
      <w:lvlText w:val=""/>
      <w:lvlJc w:val="left"/>
      <w:pPr>
        <w:ind w:left="7109" w:hanging="360"/>
      </w:pPr>
      <w:rPr>
        <w:rFonts w:ascii="Wingdings" w:hAnsi="Wingdings" w:hint="default"/>
      </w:rPr>
    </w:lvl>
  </w:abstractNum>
  <w:abstractNum w:abstractNumId="4" w15:restartNumberingAfterBreak="0">
    <w:nsid w:val="3D314A98"/>
    <w:multiLevelType w:val="hybridMultilevel"/>
    <w:tmpl w:val="24FE6ADE"/>
    <w:lvl w:ilvl="0" w:tplc="0714EC92">
      <w:numFmt w:val="bullet"/>
      <w:lvlText w:val="-"/>
      <w:lvlJc w:val="left"/>
      <w:pPr>
        <w:ind w:left="720" w:hanging="360"/>
      </w:pPr>
      <w:rPr>
        <w:rFonts w:ascii="Arial" w:eastAsia="Times New Roman"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15:restartNumberingAfterBreak="0">
    <w:nsid w:val="3F7A756A"/>
    <w:multiLevelType w:val="multilevel"/>
    <w:tmpl w:val="57D2909C"/>
    <w:lvl w:ilvl="0">
      <w:start w:val="1"/>
      <w:numFmt w:val="decimal"/>
      <w:pStyle w:val="ListemitZahlen"/>
      <w:lvlText w:val="%1."/>
      <w:lvlJc w:val="left"/>
      <w:pPr>
        <w:tabs>
          <w:tab w:val="num" w:pos="425"/>
        </w:tabs>
        <w:ind w:left="425" w:hanging="425"/>
      </w:pPr>
      <w:rPr>
        <w:rFonts w:hint="default"/>
      </w:rPr>
    </w:lvl>
    <w:lvl w:ilvl="1">
      <w:start w:val="1"/>
      <w:numFmt w:val="decimal"/>
      <w:lvlText w:val="%2."/>
      <w:lvlJc w:val="left"/>
      <w:pPr>
        <w:tabs>
          <w:tab w:val="num" w:pos="851"/>
        </w:tabs>
        <w:ind w:left="851" w:hanging="426"/>
      </w:pPr>
      <w:rPr>
        <w:rFonts w:hint="default"/>
      </w:rPr>
    </w:lvl>
    <w:lvl w:ilvl="2">
      <w:start w:val="1"/>
      <w:numFmt w:val="decimal"/>
      <w:lvlText w:val="%3."/>
      <w:lvlJc w:val="left"/>
      <w:pPr>
        <w:tabs>
          <w:tab w:val="num" w:pos="1276"/>
        </w:tabs>
        <w:ind w:left="1276" w:hanging="425"/>
      </w:pPr>
      <w:rPr>
        <w:rFonts w:hint="default"/>
      </w:rPr>
    </w:lvl>
    <w:lvl w:ilvl="3">
      <w:start w:val="1"/>
      <w:numFmt w:val="decimal"/>
      <w:lvlText w:val="%4."/>
      <w:lvlJc w:val="left"/>
      <w:pPr>
        <w:tabs>
          <w:tab w:val="num" w:pos="1701"/>
        </w:tabs>
        <w:ind w:left="1701" w:hanging="425"/>
      </w:pPr>
      <w:rPr>
        <w:rFonts w:hint="default"/>
      </w:rPr>
    </w:lvl>
    <w:lvl w:ilvl="4">
      <w:start w:val="1"/>
      <w:numFmt w:val="decimal"/>
      <w:lvlText w:val="%5."/>
      <w:lvlJc w:val="left"/>
      <w:pPr>
        <w:tabs>
          <w:tab w:val="num" w:pos="2126"/>
        </w:tabs>
        <w:ind w:left="2126" w:hanging="425"/>
      </w:pPr>
      <w:rPr>
        <w:rFonts w:hint="default"/>
      </w:rPr>
    </w:lvl>
    <w:lvl w:ilvl="5">
      <w:start w:val="1"/>
      <w:numFmt w:val="decimal"/>
      <w:lvlText w:val="%6."/>
      <w:lvlJc w:val="left"/>
      <w:pPr>
        <w:tabs>
          <w:tab w:val="num" w:pos="2552"/>
        </w:tabs>
        <w:ind w:left="2552" w:hanging="426"/>
      </w:pPr>
      <w:rPr>
        <w:rFonts w:hint="default"/>
      </w:rPr>
    </w:lvl>
    <w:lvl w:ilvl="6">
      <w:start w:val="1"/>
      <w:numFmt w:val="decimal"/>
      <w:lvlText w:val="%7."/>
      <w:lvlJc w:val="left"/>
      <w:pPr>
        <w:tabs>
          <w:tab w:val="num" w:pos="2977"/>
        </w:tabs>
        <w:ind w:left="2977" w:hanging="425"/>
      </w:pPr>
      <w:rPr>
        <w:rFonts w:hint="default"/>
      </w:rPr>
    </w:lvl>
    <w:lvl w:ilvl="7">
      <w:start w:val="1"/>
      <w:numFmt w:val="decimal"/>
      <w:lvlText w:val="%8."/>
      <w:lvlJc w:val="left"/>
      <w:pPr>
        <w:tabs>
          <w:tab w:val="num" w:pos="3402"/>
        </w:tabs>
        <w:ind w:left="3402" w:hanging="425"/>
      </w:pPr>
      <w:rPr>
        <w:rFonts w:hint="default"/>
      </w:rPr>
    </w:lvl>
    <w:lvl w:ilvl="8">
      <w:start w:val="1"/>
      <w:numFmt w:val="decimal"/>
      <w:lvlText w:val="%9."/>
      <w:lvlJc w:val="left"/>
      <w:pPr>
        <w:tabs>
          <w:tab w:val="num" w:pos="3827"/>
        </w:tabs>
        <w:ind w:left="3827" w:hanging="425"/>
      </w:pPr>
      <w:rPr>
        <w:rFonts w:hint="default"/>
      </w:rPr>
    </w:lvl>
  </w:abstractNum>
  <w:abstractNum w:abstractNumId="6" w15:restartNumberingAfterBreak="0">
    <w:nsid w:val="41063273"/>
    <w:multiLevelType w:val="hybridMultilevel"/>
    <w:tmpl w:val="5AA830AC"/>
    <w:lvl w:ilvl="0" w:tplc="0BE83F9C">
      <w:start w:val="1"/>
      <w:numFmt w:val="bullet"/>
      <w:lvlText w:val="–"/>
      <w:lvlJc w:val="left"/>
      <w:pPr>
        <w:ind w:left="1429" w:hanging="360"/>
      </w:pPr>
      <w:rPr>
        <w:rFonts w:ascii="Frutiger LT Com 55 Roman" w:hAnsi="Frutiger LT Com 55 Roman"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7" w15:restartNumberingAfterBreak="0">
    <w:nsid w:val="48477CCA"/>
    <w:multiLevelType w:val="singleLevel"/>
    <w:tmpl w:val="9036E470"/>
    <w:lvl w:ilvl="0">
      <w:start w:val="1"/>
      <w:numFmt w:val="bullet"/>
      <w:pStyle w:val="Bulleted"/>
      <w:lvlText w:val="Z"/>
      <w:lvlJc w:val="left"/>
      <w:pPr>
        <w:tabs>
          <w:tab w:val="num" w:pos="1276"/>
        </w:tabs>
        <w:ind w:left="1276" w:hanging="567"/>
      </w:pPr>
      <w:rPr>
        <w:rFonts w:ascii="Arial" w:hAnsi="Arial" w:hint="default"/>
        <w:sz w:val="22"/>
      </w:rPr>
    </w:lvl>
  </w:abstractNum>
  <w:abstractNum w:abstractNumId="8" w15:restartNumberingAfterBreak="0">
    <w:nsid w:val="50692363"/>
    <w:multiLevelType w:val="hybridMultilevel"/>
    <w:tmpl w:val="885C9C9C"/>
    <w:lvl w:ilvl="0" w:tplc="08070001">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9" w15:restartNumberingAfterBreak="0">
    <w:nsid w:val="5975217B"/>
    <w:multiLevelType w:val="hybridMultilevel"/>
    <w:tmpl w:val="4E125DD6"/>
    <w:lvl w:ilvl="0" w:tplc="F5D801B8">
      <w:start w:val="1"/>
      <w:numFmt w:val="bullet"/>
      <w:lvlText w:val="-"/>
      <w:lvlJc w:val="left"/>
      <w:pPr>
        <w:ind w:left="720" w:hanging="360"/>
      </w:pPr>
      <w:rPr>
        <w:rFonts w:ascii="Arial" w:hAnsi="Arial" w:hint="default"/>
      </w:rPr>
    </w:lvl>
    <w:lvl w:ilvl="1" w:tplc="08070003">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0" w15:restartNumberingAfterBreak="0">
    <w:nsid w:val="6603465F"/>
    <w:multiLevelType w:val="multilevel"/>
    <w:tmpl w:val="37E00B16"/>
    <w:lvl w:ilvl="0">
      <w:start w:val="1"/>
      <w:numFmt w:val="bullet"/>
      <w:pStyle w:val="CISPunktEinzug"/>
      <w:lvlText w:val="•"/>
      <w:lvlJc w:val="left"/>
      <w:pPr>
        <w:tabs>
          <w:tab w:val="num" w:pos="737"/>
        </w:tabs>
        <w:ind w:left="737" w:hanging="368"/>
      </w:pPr>
      <w:rPr>
        <w:rFonts w:ascii="Frutiger LT Com 55 Roman" w:hAnsi="Frutiger LT Com 55 Roman" w:hint="default"/>
        <w:w w:val="100"/>
      </w:rPr>
    </w:lvl>
    <w:lvl w:ilvl="1">
      <w:start w:val="1"/>
      <w:numFmt w:val="bullet"/>
      <w:lvlText w:val="o"/>
      <w:lvlJc w:val="left"/>
      <w:pPr>
        <w:tabs>
          <w:tab w:val="num" w:pos="0"/>
        </w:tabs>
        <w:ind w:left="1440" w:hanging="360"/>
      </w:pPr>
      <w:rPr>
        <w:rFonts w:ascii="Courier New" w:hAnsi="Courier New" w:hint="default"/>
      </w:rPr>
    </w:lvl>
    <w:lvl w:ilvl="2">
      <w:start w:val="1"/>
      <w:numFmt w:val="bullet"/>
      <w:lvlText w:val=""/>
      <w:lvlJc w:val="left"/>
      <w:pPr>
        <w:tabs>
          <w:tab w:val="num" w:pos="0"/>
        </w:tabs>
        <w:ind w:left="2160" w:hanging="360"/>
      </w:pPr>
      <w:rPr>
        <w:rFonts w:ascii="Wingdings" w:hAnsi="Wingdings" w:hint="default"/>
      </w:rPr>
    </w:lvl>
    <w:lvl w:ilvl="3">
      <w:start w:val="1"/>
      <w:numFmt w:val="bullet"/>
      <w:lvlText w:val=""/>
      <w:lvlJc w:val="left"/>
      <w:pPr>
        <w:tabs>
          <w:tab w:val="num" w:pos="0"/>
        </w:tabs>
        <w:ind w:left="2880" w:hanging="360"/>
      </w:pPr>
      <w:rPr>
        <w:rFonts w:ascii="Symbol" w:hAnsi="Symbol" w:hint="default"/>
      </w:rPr>
    </w:lvl>
    <w:lvl w:ilvl="4">
      <w:start w:val="1"/>
      <w:numFmt w:val="bullet"/>
      <w:lvlText w:val="o"/>
      <w:lvlJc w:val="left"/>
      <w:pPr>
        <w:tabs>
          <w:tab w:val="num" w:pos="0"/>
        </w:tabs>
        <w:ind w:left="3600" w:hanging="360"/>
      </w:pPr>
      <w:rPr>
        <w:rFonts w:ascii="Courier New" w:hAnsi="Courier New" w:hint="default"/>
      </w:rPr>
    </w:lvl>
    <w:lvl w:ilvl="5">
      <w:start w:val="1"/>
      <w:numFmt w:val="bullet"/>
      <w:lvlText w:val=""/>
      <w:lvlJc w:val="left"/>
      <w:pPr>
        <w:tabs>
          <w:tab w:val="num" w:pos="0"/>
        </w:tabs>
        <w:ind w:left="4320" w:hanging="360"/>
      </w:pPr>
      <w:rPr>
        <w:rFonts w:ascii="Wingdings" w:hAnsi="Wingdings" w:hint="default"/>
      </w:rPr>
    </w:lvl>
    <w:lvl w:ilvl="6">
      <w:start w:val="1"/>
      <w:numFmt w:val="bullet"/>
      <w:lvlText w:val=""/>
      <w:lvlJc w:val="left"/>
      <w:pPr>
        <w:tabs>
          <w:tab w:val="num" w:pos="0"/>
        </w:tabs>
        <w:ind w:left="5040" w:hanging="360"/>
      </w:pPr>
      <w:rPr>
        <w:rFonts w:ascii="Symbol" w:hAnsi="Symbol" w:hint="default"/>
      </w:rPr>
    </w:lvl>
    <w:lvl w:ilvl="7">
      <w:start w:val="1"/>
      <w:numFmt w:val="bullet"/>
      <w:lvlText w:val="o"/>
      <w:lvlJc w:val="left"/>
      <w:pPr>
        <w:tabs>
          <w:tab w:val="num" w:pos="0"/>
        </w:tabs>
        <w:ind w:left="5760" w:hanging="360"/>
      </w:pPr>
      <w:rPr>
        <w:rFonts w:ascii="Courier New" w:hAnsi="Courier New" w:hint="default"/>
      </w:rPr>
    </w:lvl>
    <w:lvl w:ilvl="8">
      <w:start w:val="1"/>
      <w:numFmt w:val="bullet"/>
      <w:lvlText w:val=""/>
      <w:lvlJc w:val="left"/>
      <w:pPr>
        <w:tabs>
          <w:tab w:val="num" w:pos="0"/>
        </w:tabs>
        <w:ind w:left="6480" w:hanging="360"/>
      </w:pPr>
      <w:rPr>
        <w:rFonts w:ascii="Wingdings" w:hAnsi="Wingdings" w:hint="default"/>
      </w:rPr>
    </w:lvl>
  </w:abstractNum>
  <w:abstractNum w:abstractNumId="11" w15:restartNumberingAfterBreak="0">
    <w:nsid w:val="6816717C"/>
    <w:multiLevelType w:val="hybridMultilevel"/>
    <w:tmpl w:val="F2F8D33C"/>
    <w:lvl w:ilvl="0" w:tplc="0807000B">
      <w:start w:val="30"/>
      <w:numFmt w:val="bullet"/>
      <w:lvlText w:val=""/>
      <w:lvlJc w:val="left"/>
      <w:pPr>
        <w:ind w:left="720" w:hanging="360"/>
      </w:pPr>
      <w:rPr>
        <w:rFonts w:ascii="Wingdings" w:eastAsia="Times New Roman" w:hAnsi="Wingdings" w:cs="Times New Roman"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2" w15:restartNumberingAfterBreak="0">
    <w:nsid w:val="6B1D1447"/>
    <w:multiLevelType w:val="hybridMultilevel"/>
    <w:tmpl w:val="5B648452"/>
    <w:lvl w:ilvl="0" w:tplc="604A7696">
      <w:start w:val="1"/>
      <w:numFmt w:val="bullet"/>
      <w:lvlText w:val="-"/>
      <w:lvlJc w:val="left"/>
      <w:pPr>
        <w:ind w:left="1571" w:hanging="360"/>
      </w:pPr>
      <w:rPr>
        <w:rFonts w:ascii="Courier New" w:hAnsi="Courier New" w:cs="Times New Roman" w:hint="default"/>
      </w:rPr>
    </w:lvl>
    <w:lvl w:ilvl="1" w:tplc="08070003">
      <w:start w:val="1"/>
      <w:numFmt w:val="bullet"/>
      <w:lvlText w:val="o"/>
      <w:lvlJc w:val="left"/>
      <w:pPr>
        <w:ind w:left="2291" w:hanging="360"/>
      </w:pPr>
      <w:rPr>
        <w:rFonts w:ascii="Courier New" w:hAnsi="Courier New" w:cs="Courier New" w:hint="default"/>
      </w:rPr>
    </w:lvl>
    <w:lvl w:ilvl="2" w:tplc="08070005">
      <w:start w:val="1"/>
      <w:numFmt w:val="bullet"/>
      <w:lvlText w:val=""/>
      <w:lvlJc w:val="left"/>
      <w:pPr>
        <w:ind w:left="3011" w:hanging="360"/>
      </w:pPr>
      <w:rPr>
        <w:rFonts w:ascii="Wingdings" w:hAnsi="Wingdings" w:hint="default"/>
      </w:rPr>
    </w:lvl>
    <w:lvl w:ilvl="3" w:tplc="08070001">
      <w:start w:val="1"/>
      <w:numFmt w:val="bullet"/>
      <w:lvlText w:val=""/>
      <w:lvlJc w:val="left"/>
      <w:pPr>
        <w:ind w:left="3731" w:hanging="360"/>
      </w:pPr>
      <w:rPr>
        <w:rFonts w:ascii="Symbol" w:hAnsi="Symbol" w:hint="default"/>
      </w:rPr>
    </w:lvl>
    <w:lvl w:ilvl="4" w:tplc="08070003">
      <w:start w:val="1"/>
      <w:numFmt w:val="bullet"/>
      <w:lvlText w:val="o"/>
      <w:lvlJc w:val="left"/>
      <w:pPr>
        <w:ind w:left="4451" w:hanging="360"/>
      </w:pPr>
      <w:rPr>
        <w:rFonts w:ascii="Courier New" w:hAnsi="Courier New" w:cs="Courier New" w:hint="default"/>
      </w:rPr>
    </w:lvl>
    <w:lvl w:ilvl="5" w:tplc="08070005">
      <w:start w:val="1"/>
      <w:numFmt w:val="bullet"/>
      <w:lvlText w:val=""/>
      <w:lvlJc w:val="left"/>
      <w:pPr>
        <w:ind w:left="5171" w:hanging="360"/>
      </w:pPr>
      <w:rPr>
        <w:rFonts w:ascii="Wingdings" w:hAnsi="Wingdings" w:hint="default"/>
      </w:rPr>
    </w:lvl>
    <w:lvl w:ilvl="6" w:tplc="08070001">
      <w:start w:val="1"/>
      <w:numFmt w:val="bullet"/>
      <w:lvlText w:val=""/>
      <w:lvlJc w:val="left"/>
      <w:pPr>
        <w:ind w:left="5891" w:hanging="360"/>
      </w:pPr>
      <w:rPr>
        <w:rFonts w:ascii="Symbol" w:hAnsi="Symbol" w:hint="default"/>
      </w:rPr>
    </w:lvl>
    <w:lvl w:ilvl="7" w:tplc="08070003">
      <w:start w:val="1"/>
      <w:numFmt w:val="bullet"/>
      <w:lvlText w:val="o"/>
      <w:lvlJc w:val="left"/>
      <w:pPr>
        <w:ind w:left="6611" w:hanging="360"/>
      </w:pPr>
      <w:rPr>
        <w:rFonts w:ascii="Courier New" w:hAnsi="Courier New" w:cs="Courier New" w:hint="default"/>
      </w:rPr>
    </w:lvl>
    <w:lvl w:ilvl="8" w:tplc="08070005">
      <w:start w:val="1"/>
      <w:numFmt w:val="bullet"/>
      <w:lvlText w:val=""/>
      <w:lvlJc w:val="left"/>
      <w:pPr>
        <w:ind w:left="7331" w:hanging="360"/>
      </w:pPr>
      <w:rPr>
        <w:rFonts w:ascii="Wingdings" w:hAnsi="Wingdings" w:hint="default"/>
      </w:rPr>
    </w:lvl>
  </w:abstractNum>
  <w:num w:numId="1" w16cid:durableId="146362158">
    <w:abstractNumId w:val="0"/>
  </w:num>
  <w:num w:numId="2" w16cid:durableId="1745642608">
    <w:abstractNumId w:val="1"/>
  </w:num>
  <w:num w:numId="3" w16cid:durableId="1106265524">
    <w:abstractNumId w:val="7"/>
  </w:num>
  <w:num w:numId="4" w16cid:durableId="1175074973">
    <w:abstractNumId w:val="3"/>
  </w:num>
  <w:num w:numId="5" w16cid:durableId="1273631854">
    <w:abstractNumId w:val="8"/>
  </w:num>
  <w:num w:numId="6" w16cid:durableId="236788947">
    <w:abstractNumId w:val="5"/>
  </w:num>
  <w:num w:numId="7" w16cid:durableId="1051921567">
    <w:abstractNumId w:val="12"/>
  </w:num>
  <w:num w:numId="8" w16cid:durableId="1373848341">
    <w:abstractNumId w:val="12"/>
  </w:num>
  <w:num w:numId="9" w16cid:durableId="1120801160">
    <w:abstractNumId w:val="6"/>
  </w:num>
  <w:num w:numId="10" w16cid:durableId="485821943">
    <w:abstractNumId w:val="10"/>
  </w:num>
  <w:num w:numId="11" w16cid:durableId="1642080314">
    <w:abstractNumId w:val="1"/>
  </w:num>
  <w:num w:numId="12" w16cid:durableId="1990742839">
    <w:abstractNumId w:val="1"/>
  </w:num>
  <w:num w:numId="13" w16cid:durableId="443505423">
    <w:abstractNumId w:val="1"/>
  </w:num>
  <w:num w:numId="14" w16cid:durableId="659313897">
    <w:abstractNumId w:val="1"/>
  </w:num>
  <w:num w:numId="15" w16cid:durableId="1887571181">
    <w:abstractNumId w:val="1"/>
  </w:num>
  <w:num w:numId="16" w16cid:durableId="715082539">
    <w:abstractNumId w:val="9"/>
  </w:num>
  <w:num w:numId="17" w16cid:durableId="396898453">
    <w:abstractNumId w:val="4"/>
  </w:num>
  <w:num w:numId="18" w16cid:durableId="751658707">
    <w:abstractNumId w:val="11"/>
  </w:num>
  <w:num w:numId="19" w16cid:durableId="2140415278">
    <w:abstractNumId w:val="2"/>
  </w:num>
  <w:num w:numId="20" w16cid:durableId="478886922">
    <w:abstractNumId w:val="1"/>
  </w:num>
  <w:num w:numId="21" w16cid:durableId="1652709540">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9"/>
  <w:autoHyphenation/>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77"/>
    <w:rsid w:val="00000556"/>
    <w:rsid w:val="000022E1"/>
    <w:rsid w:val="00004446"/>
    <w:rsid w:val="00005242"/>
    <w:rsid w:val="000112DE"/>
    <w:rsid w:val="00013004"/>
    <w:rsid w:val="00016A71"/>
    <w:rsid w:val="00023E95"/>
    <w:rsid w:val="0002489B"/>
    <w:rsid w:val="00036692"/>
    <w:rsid w:val="00040A1B"/>
    <w:rsid w:val="00044769"/>
    <w:rsid w:val="000500C5"/>
    <w:rsid w:val="00051916"/>
    <w:rsid w:val="000638AC"/>
    <w:rsid w:val="00067422"/>
    <w:rsid w:val="00067E8B"/>
    <w:rsid w:val="00070AA8"/>
    <w:rsid w:val="00074B70"/>
    <w:rsid w:val="00082E01"/>
    <w:rsid w:val="000850C9"/>
    <w:rsid w:val="00085957"/>
    <w:rsid w:val="00087628"/>
    <w:rsid w:val="00092F2D"/>
    <w:rsid w:val="000943C8"/>
    <w:rsid w:val="0009707A"/>
    <w:rsid w:val="000A0851"/>
    <w:rsid w:val="000A55B4"/>
    <w:rsid w:val="000A6296"/>
    <w:rsid w:val="000A7D8A"/>
    <w:rsid w:val="000B7687"/>
    <w:rsid w:val="000C2549"/>
    <w:rsid w:val="000C2927"/>
    <w:rsid w:val="000C292C"/>
    <w:rsid w:val="000D2B1E"/>
    <w:rsid w:val="000D63E2"/>
    <w:rsid w:val="000D65D0"/>
    <w:rsid w:val="000E5A26"/>
    <w:rsid w:val="000E7101"/>
    <w:rsid w:val="000F446C"/>
    <w:rsid w:val="000F6DBA"/>
    <w:rsid w:val="001002DE"/>
    <w:rsid w:val="00124420"/>
    <w:rsid w:val="00126909"/>
    <w:rsid w:val="00127BEA"/>
    <w:rsid w:val="00135CB3"/>
    <w:rsid w:val="0013645C"/>
    <w:rsid w:val="00141FCA"/>
    <w:rsid w:val="00142CDD"/>
    <w:rsid w:val="00143816"/>
    <w:rsid w:val="0014546D"/>
    <w:rsid w:val="00150EAF"/>
    <w:rsid w:val="00152CDF"/>
    <w:rsid w:val="001539C6"/>
    <w:rsid w:val="001546E1"/>
    <w:rsid w:val="00155722"/>
    <w:rsid w:val="00160934"/>
    <w:rsid w:val="00164692"/>
    <w:rsid w:val="00170EFD"/>
    <w:rsid w:val="001715F7"/>
    <w:rsid w:val="00176B95"/>
    <w:rsid w:val="00177B1E"/>
    <w:rsid w:val="00183320"/>
    <w:rsid w:val="00184F73"/>
    <w:rsid w:val="0018596C"/>
    <w:rsid w:val="0019479C"/>
    <w:rsid w:val="001A15CE"/>
    <w:rsid w:val="001A18F4"/>
    <w:rsid w:val="001A1E43"/>
    <w:rsid w:val="001A27F3"/>
    <w:rsid w:val="001B5D36"/>
    <w:rsid w:val="001B7EE6"/>
    <w:rsid w:val="001C3C29"/>
    <w:rsid w:val="001C794E"/>
    <w:rsid w:val="001D01C9"/>
    <w:rsid w:val="001D14F7"/>
    <w:rsid w:val="001D6702"/>
    <w:rsid w:val="001E1A3A"/>
    <w:rsid w:val="001E6AF2"/>
    <w:rsid w:val="001F1A4F"/>
    <w:rsid w:val="001F1DFD"/>
    <w:rsid w:val="001F5341"/>
    <w:rsid w:val="001F679E"/>
    <w:rsid w:val="001F6EBB"/>
    <w:rsid w:val="00204542"/>
    <w:rsid w:val="00212103"/>
    <w:rsid w:val="00214000"/>
    <w:rsid w:val="00215444"/>
    <w:rsid w:val="002163B9"/>
    <w:rsid w:val="00216CFF"/>
    <w:rsid w:val="00221101"/>
    <w:rsid w:val="002211C4"/>
    <w:rsid w:val="00226AC7"/>
    <w:rsid w:val="0022727D"/>
    <w:rsid w:val="0023423D"/>
    <w:rsid w:val="00235C8B"/>
    <w:rsid w:val="00236D31"/>
    <w:rsid w:val="002445BD"/>
    <w:rsid w:val="0024562B"/>
    <w:rsid w:val="00246E75"/>
    <w:rsid w:val="00251530"/>
    <w:rsid w:val="00252401"/>
    <w:rsid w:val="00256186"/>
    <w:rsid w:val="0027186E"/>
    <w:rsid w:val="00275D45"/>
    <w:rsid w:val="00292640"/>
    <w:rsid w:val="00294C19"/>
    <w:rsid w:val="00295664"/>
    <w:rsid w:val="002A6EBF"/>
    <w:rsid w:val="002B064F"/>
    <w:rsid w:val="002B7257"/>
    <w:rsid w:val="002C07BE"/>
    <w:rsid w:val="002C47B0"/>
    <w:rsid w:val="002C6C34"/>
    <w:rsid w:val="002D0580"/>
    <w:rsid w:val="002D34C9"/>
    <w:rsid w:val="002D549A"/>
    <w:rsid w:val="002D55D7"/>
    <w:rsid w:val="002E0BC9"/>
    <w:rsid w:val="003024E6"/>
    <w:rsid w:val="00311F3B"/>
    <w:rsid w:val="0031392E"/>
    <w:rsid w:val="00313D45"/>
    <w:rsid w:val="00314792"/>
    <w:rsid w:val="0031751C"/>
    <w:rsid w:val="0032159A"/>
    <w:rsid w:val="0032478B"/>
    <w:rsid w:val="003255F7"/>
    <w:rsid w:val="0034621D"/>
    <w:rsid w:val="00346D63"/>
    <w:rsid w:val="003474BE"/>
    <w:rsid w:val="003660AD"/>
    <w:rsid w:val="003728ED"/>
    <w:rsid w:val="0038639C"/>
    <w:rsid w:val="00390F0D"/>
    <w:rsid w:val="00391AA9"/>
    <w:rsid w:val="00391EFB"/>
    <w:rsid w:val="003A50B4"/>
    <w:rsid w:val="003A58BF"/>
    <w:rsid w:val="003B1A5B"/>
    <w:rsid w:val="003B2240"/>
    <w:rsid w:val="003B46DC"/>
    <w:rsid w:val="003C6D39"/>
    <w:rsid w:val="003D24A0"/>
    <w:rsid w:val="003D3425"/>
    <w:rsid w:val="003D4A3C"/>
    <w:rsid w:val="003D4C44"/>
    <w:rsid w:val="003D5A57"/>
    <w:rsid w:val="003D6BFE"/>
    <w:rsid w:val="003E02F2"/>
    <w:rsid w:val="003E446C"/>
    <w:rsid w:val="003E579C"/>
    <w:rsid w:val="003E5AF8"/>
    <w:rsid w:val="003F3AD5"/>
    <w:rsid w:val="00400FB8"/>
    <w:rsid w:val="0040349E"/>
    <w:rsid w:val="00405298"/>
    <w:rsid w:val="00413E72"/>
    <w:rsid w:val="00420470"/>
    <w:rsid w:val="00423AEF"/>
    <w:rsid w:val="00426A9E"/>
    <w:rsid w:val="00434C40"/>
    <w:rsid w:val="00436C98"/>
    <w:rsid w:val="00444238"/>
    <w:rsid w:val="004459C9"/>
    <w:rsid w:val="004521B1"/>
    <w:rsid w:val="004577EC"/>
    <w:rsid w:val="00460DF6"/>
    <w:rsid w:val="0046759F"/>
    <w:rsid w:val="00471189"/>
    <w:rsid w:val="004730F0"/>
    <w:rsid w:val="0048277A"/>
    <w:rsid w:val="00490C1E"/>
    <w:rsid w:val="004933FD"/>
    <w:rsid w:val="00495563"/>
    <w:rsid w:val="004A3665"/>
    <w:rsid w:val="004A50A6"/>
    <w:rsid w:val="004B42A0"/>
    <w:rsid w:val="004C26F8"/>
    <w:rsid w:val="004D7021"/>
    <w:rsid w:val="004D771C"/>
    <w:rsid w:val="004E2500"/>
    <w:rsid w:val="004E4E7D"/>
    <w:rsid w:val="004E568B"/>
    <w:rsid w:val="004F2161"/>
    <w:rsid w:val="00501979"/>
    <w:rsid w:val="00506351"/>
    <w:rsid w:val="00507150"/>
    <w:rsid w:val="005073F0"/>
    <w:rsid w:val="0051107E"/>
    <w:rsid w:val="00512410"/>
    <w:rsid w:val="00513837"/>
    <w:rsid w:val="00515E0D"/>
    <w:rsid w:val="00516FB0"/>
    <w:rsid w:val="0052156B"/>
    <w:rsid w:val="00521CF0"/>
    <w:rsid w:val="00523A63"/>
    <w:rsid w:val="0053024D"/>
    <w:rsid w:val="00531630"/>
    <w:rsid w:val="005360EC"/>
    <w:rsid w:val="0054356C"/>
    <w:rsid w:val="005519F3"/>
    <w:rsid w:val="00555A00"/>
    <w:rsid w:val="00555DE2"/>
    <w:rsid w:val="00564F6E"/>
    <w:rsid w:val="005653D6"/>
    <w:rsid w:val="0056693A"/>
    <w:rsid w:val="00571139"/>
    <w:rsid w:val="00581732"/>
    <w:rsid w:val="005821B6"/>
    <w:rsid w:val="00582CA3"/>
    <w:rsid w:val="00584E60"/>
    <w:rsid w:val="0058774C"/>
    <w:rsid w:val="00594458"/>
    <w:rsid w:val="005A49AB"/>
    <w:rsid w:val="005A4A8B"/>
    <w:rsid w:val="005A5436"/>
    <w:rsid w:val="005B3A06"/>
    <w:rsid w:val="005C007E"/>
    <w:rsid w:val="005C1334"/>
    <w:rsid w:val="005C1E4D"/>
    <w:rsid w:val="005C545D"/>
    <w:rsid w:val="005D00CC"/>
    <w:rsid w:val="005E1536"/>
    <w:rsid w:val="005E2CEB"/>
    <w:rsid w:val="005E430C"/>
    <w:rsid w:val="005F31E6"/>
    <w:rsid w:val="00601591"/>
    <w:rsid w:val="00606596"/>
    <w:rsid w:val="00613D5A"/>
    <w:rsid w:val="006178E2"/>
    <w:rsid w:val="00621C7A"/>
    <w:rsid w:val="00636307"/>
    <w:rsid w:val="00640578"/>
    <w:rsid w:val="006405AC"/>
    <w:rsid w:val="00664B0F"/>
    <w:rsid w:val="00665C6E"/>
    <w:rsid w:val="00666771"/>
    <w:rsid w:val="00676286"/>
    <w:rsid w:val="006768B0"/>
    <w:rsid w:val="00683220"/>
    <w:rsid w:val="00684D5C"/>
    <w:rsid w:val="00686995"/>
    <w:rsid w:val="00692F03"/>
    <w:rsid w:val="006930ED"/>
    <w:rsid w:val="006A252E"/>
    <w:rsid w:val="006A7666"/>
    <w:rsid w:val="006B0319"/>
    <w:rsid w:val="006B08FD"/>
    <w:rsid w:val="006B231E"/>
    <w:rsid w:val="006B54F3"/>
    <w:rsid w:val="006B6CDE"/>
    <w:rsid w:val="006B72D9"/>
    <w:rsid w:val="006C20AA"/>
    <w:rsid w:val="006D1A0C"/>
    <w:rsid w:val="006D765E"/>
    <w:rsid w:val="006E420C"/>
    <w:rsid w:val="006E5FE7"/>
    <w:rsid w:val="006E74ED"/>
    <w:rsid w:val="006F11A4"/>
    <w:rsid w:val="006F1482"/>
    <w:rsid w:val="00702DCA"/>
    <w:rsid w:val="00706E34"/>
    <w:rsid w:val="007107F8"/>
    <w:rsid w:val="00715482"/>
    <w:rsid w:val="00724857"/>
    <w:rsid w:val="00725B4B"/>
    <w:rsid w:val="007303C1"/>
    <w:rsid w:val="00733EEA"/>
    <w:rsid w:val="00740E17"/>
    <w:rsid w:val="00741771"/>
    <w:rsid w:val="007427B5"/>
    <w:rsid w:val="007455BE"/>
    <w:rsid w:val="00747810"/>
    <w:rsid w:val="00750372"/>
    <w:rsid w:val="0075609C"/>
    <w:rsid w:val="00756103"/>
    <w:rsid w:val="00760F85"/>
    <w:rsid w:val="007625CC"/>
    <w:rsid w:val="00762A83"/>
    <w:rsid w:val="007658C4"/>
    <w:rsid w:val="00772C36"/>
    <w:rsid w:val="0077350A"/>
    <w:rsid w:val="0077605D"/>
    <w:rsid w:val="007823B2"/>
    <w:rsid w:val="00791152"/>
    <w:rsid w:val="00794C6B"/>
    <w:rsid w:val="007A0428"/>
    <w:rsid w:val="007A0E15"/>
    <w:rsid w:val="007A441F"/>
    <w:rsid w:val="007B252E"/>
    <w:rsid w:val="007B3333"/>
    <w:rsid w:val="007C6DA2"/>
    <w:rsid w:val="007D3987"/>
    <w:rsid w:val="007D73C5"/>
    <w:rsid w:val="007E0EA6"/>
    <w:rsid w:val="007F0656"/>
    <w:rsid w:val="007F48B5"/>
    <w:rsid w:val="007F6163"/>
    <w:rsid w:val="007F6E4E"/>
    <w:rsid w:val="00804906"/>
    <w:rsid w:val="008051D6"/>
    <w:rsid w:val="00806609"/>
    <w:rsid w:val="00810829"/>
    <w:rsid w:val="00811FFE"/>
    <w:rsid w:val="008127F8"/>
    <w:rsid w:val="008131D3"/>
    <w:rsid w:val="008142AB"/>
    <w:rsid w:val="00815ABF"/>
    <w:rsid w:val="00822215"/>
    <w:rsid w:val="00825456"/>
    <w:rsid w:val="00827281"/>
    <w:rsid w:val="0083017B"/>
    <w:rsid w:val="00835050"/>
    <w:rsid w:val="008400FE"/>
    <w:rsid w:val="008435A8"/>
    <w:rsid w:val="008437E9"/>
    <w:rsid w:val="00845AB3"/>
    <w:rsid w:val="00853EAF"/>
    <w:rsid w:val="00855B43"/>
    <w:rsid w:val="00856BB9"/>
    <w:rsid w:val="00870DE5"/>
    <w:rsid w:val="00871B32"/>
    <w:rsid w:val="008722EA"/>
    <w:rsid w:val="00875560"/>
    <w:rsid w:val="0087642A"/>
    <w:rsid w:val="00880EB4"/>
    <w:rsid w:val="00883BFC"/>
    <w:rsid w:val="00885F31"/>
    <w:rsid w:val="00890640"/>
    <w:rsid w:val="00891904"/>
    <w:rsid w:val="008945C2"/>
    <w:rsid w:val="008A4CD9"/>
    <w:rsid w:val="008A65C5"/>
    <w:rsid w:val="008B4D50"/>
    <w:rsid w:val="008B7D8B"/>
    <w:rsid w:val="008C10FD"/>
    <w:rsid w:val="008C588C"/>
    <w:rsid w:val="008C591D"/>
    <w:rsid w:val="008D75D2"/>
    <w:rsid w:val="008D7660"/>
    <w:rsid w:val="008E506D"/>
    <w:rsid w:val="008E571A"/>
    <w:rsid w:val="008F2941"/>
    <w:rsid w:val="0090048D"/>
    <w:rsid w:val="00905991"/>
    <w:rsid w:val="00923AF6"/>
    <w:rsid w:val="00924A87"/>
    <w:rsid w:val="00927676"/>
    <w:rsid w:val="00927FAF"/>
    <w:rsid w:val="009362DE"/>
    <w:rsid w:val="0093748C"/>
    <w:rsid w:val="00942DA1"/>
    <w:rsid w:val="0094619D"/>
    <w:rsid w:val="00952AA9"/>
    <w:rsid w:val="0095511E"/>
    <w:rsid w:val="00960A65"/>
    <w:rsid w:val="00962DC9"/>
    <w:rsid w:val="00963547"/>
    <w:rsid w:val="00964C51"/>
    <w:rsid w:val="00965F3C"/>
    <w:rsid w:val="00970726"/>
    <w:rsid w:val="0097275D"/>
    <w:rsid w:val="0098078F"/>
    <w:rsid w:val="0098172F"/>
    <w:rsid w:val="0098319E"/>
    <w:rsid w:val="00990313"/>
    <w:rsid w:val="00993DED"/>
    <w:rsid w:val="009A3877"/>
    <w:rsid w:val="009A398A"/>
    <w:rsid w:val="009A551C"/>
    <w:rsid w:val="009A5A6B"/>
    <w:rsid w:val="009A694C"/>
    <w:rsid w:val="009B015B"/>
    <w:rsid w:val="009B0796"/>
    <w:rsid w:val="009B6DC1"/>
    <w:rsid w:val="009C2571"/>
    <w:rsid w:val="009C3C0F"/>
    <w:rsid w:val="009C41B4"/>
    <w:rsid w:val="009C67CA"/>
    <w:rsid w:val="009C6E4B"/>
    <w:rsid w:val="009D0540"/>
    <w:rsid w:val="009D2E28"/>
    <w:rsid w:val="009D5BE4"/>
    <w:rsid w:val="009E3FB8"/>
    <w:rsid w:val="009E4B5F"/>
    <w:rsid w:val="009F14A6"/>
    <w:rsid w:val="009F6B70"/>
    <w:rsid w:val="00A008F5"/>
    <w:rsid w:val="00A017EF"/>
    <w:rsid w:val="00A01FB4"/>
    <w:rsid w:val="00A04F6C"/>
    <w:rsid w:val="00A076D1"/>
    <w:rsid w:val="00A1315D"/>
    <w:rsid w:val="00A23721"/>
    <w:rsid w:val="00A2488E"/>
    <w:rsid w:val="00A32170"/>
    <w:rsid w:val="00A3651C"/>
    <w:rsid w:val="00A37271"/>
    <w:rsid w:val="00A43FE7"/>
    <w:rsid w:val="00A4752A"/>
    <w:rsid w:val="00A51176"/>
    <w:rsid w:val="00A52E1E"/>
    <w:rsid w:val="00A62B5E"/>
    <w:rsid w:val="00A64361"/>
    <w:rsid w:val="00A80574"/>
    <w:rsid w:val="00A82753"/>
    <w:rsid w:val="00A86E19"/>
    <w:rsid w:val="00A919B6"/>
    <w:rsid w:val="00A93A88"/>
    <w:rsid w:val="00A97AD2"/>
    <w:rsid w:val="00AA014C"/>
    <w:rsid w:val="00AA4761"/>
    <w:rsid w:val="00AA6BBE"/>
    <w:rsid w:val="00AB16B2"/>
    <w:rsid w:val="00AB44FE"/>
    <w:rsid w:val="00AB4E3A"/>
    <w:rsid w:val="00AB7450"/>
    <w:rsid w:val="00AC0A73"/>
    <w:rsid w:val="00AC1B7D"/>
    <w:rsid w:val="00AC31BF"/>
    <w:rsid w:val="00AC41D2"/>
    <w:rsid w:val="00AC6ED8"/>
    <w:rsid w:val="00AD610A"/>
    <w:rsid w:val="00AE7FEC"/>
    <w:rsid w:val="00AF62D2"/>
    <w:rsid w:val="00AF6BC6"/>
    <w:rsid w:val="00B01CC1"/>
    <w:rsid w:val="00B0683C"/>
    <w:rsid w:val="00B109C4"/>
    <w:rsid w:val="00B11265"/>
    <w:rsid w:val="00B17EA5"/>
    <w:rsid w:val="00B26B16"/>
    <w:rsid w:val="00B2793F"/>
    <w:rsid w:val="00B301D5"/>
    <w:rsid w:val="00B305CC"/>
    <w:rsid w:val="00B346D1"/>
    <w:rsid w:val="00B40B16"/>
    <w:rsid w:val="00B43A0A"/>
    <w:rsid w:val="00B43ACE"/>
    <w:rsid w:val="00B538B3"/>
    <w:rsid w:val="00B65093"/>
    <w:rsid w:val="00B668E9"/>
    <w:rsid w:val="00B67BA4"/>
    <w:rsid w:val="00B75504"/>
    <w:rsid w:val="00B77D2D"/>
    <w:rsid w:val="00B84744"/>
    <w:rsid w:val="00B8794E"/>
    <w:rsid w:val="00B909F4"/>
    <w:rsid w:val="00B90F7E"/>
    <w:rsid w:val="00BA031A"/>
    <w:rsid w:val="00BA21F6"/>
    <w:rsid w:val="00BA6786"/>
    <w:rsid w:val="00BB24A4"/>
    <w:rsid w:val="00BB31C2"/>
    <w:rsid w:val="00BB4240"/>
    <w:rsid w:val="00BB5C88"/>
    <w:rsid w:val="00BC25E5"/>
    <w:rsid w:val="00BC56BE"/>
    <w:rsid w:val="00BD6840"/>
    <w:rsid w:val="00BE0B9A"/>
    <w:rsid w:val="00BE502B"/>
    <w:rsid w:val="00BF1EC7"/>
    <w:rsid w:val="00C015CB"/>
    <w:rsid w:val="00C07D0D"/>
    <w:rsid w:val="00C10E4B"/>
    <w:rsid w:val="00C27A03"/>
    <w:rsid w:val="00C318FF"/>
    <w:rsid w:val="00C3759C"/>
    <w:rsid w:val="00C41512"/>
    <w:rsid w:val="00C478B5"/>
    <w:rsid w:val="00C57A31"/>
    <w:rsid w:val="00C61332"/>
    <w:rsid w:val="00C61C3D"/>
    <w:rsid w:val="00C65D11"/>
    <w:rsid w:val="00C707C5"/>
    <w:rsid w:val="00C7440A"/>
    <w:rsid w:val="00C80563"/>
    <w:rsid w:val="00C81A8F"/>
    <w:rsid w:val="00C9620D"/>
    <w:rsid w:val="00C9774A"/>
    <w:rsid w:val="00CA4085"/>
    <w:rsid w:val="00CB1D60"/>
    <w:rsid w:val="00CB7ADB"/>
    <w:rsid w:val="00CC3C13"/>
    <w:rsid w:val="00CC5FB6"/>
    <w:rsid w:val="00CC717B"/>
    <w:rsid w:val="00CC7FA7"/>
    <w:rsid w:val="00CD0A64"/>
    <w:rsid w:val="00CD2DDE"/>
    <w:rsid w:val="00CD6A84"/>
    <w:rsid w:val="00CD76B2"/>
    <w:rsid w:val="00CE69AA"/>
    <w:rsid w:val="00CF329E"/>
    <w:rsid w:val="00CF4554"/>
    <w:rsid w:val="00D024E9"/>
    <w:rsid w:val="00D034B0"/>
    <w:rsid w:val="00D0408C"/>
    <w:rsid w:val="00D12337"/>
    <w:rsid w:val="00D15598"/>
    <w:rsid w:val="00D225B5"/>
    <w:rsid w:val="00D266DC"/>
    <w:rsid w:val="00D32BB5"/>
    <w:rsid w:val="00D34472"/>
    <w:rsid w:val="00D3468C"/>
    <w:rsid w:val="00D50084"/>
    <w:rsid w:val="00D5070F"/>
    <w:rsid w:val="00D64DBD"/>
    <w:rsid w:val="00D6673A"/>
    <w:rsid w:val="00D676F8"/>
    <w:rsid w:val="00D77D70"/>
    <w:rsid w:val="00D86976"/>
    <w:rsid w:val="00D87860"/>
    <w:rsid w:val="00D949AF"/>
    <w:rsid w:val="00D9793C"/>
    <w:rsid w:val="00DA66A9"/>
    <w:rsid w:val="00DB0408"/>
    <w:rsid w:val="00DB295C"/>
    <w:rsid w:val="00DB3E3F"/>
    <w:rsid w:val="00DB4310"/>
    <w:rsid w:val="00DB531A"/>
    <w:rsid w:val="00DB7212"/>
    <w:rsid w:val="00DC697E"/>
    <w:rsid w:val="00DD013D"/>
    <w:rsid w:val="00DD16F0"/>
    <w:rsid w:val="00DD37F2"/>
    <w:rsid w:val="00DD5477"/>
    <w:rsid w:val="00DD6092"/>
    <w:rsid w:val="00DD6710"/>
    <w:rsid w:val="00DE2568"/>
    <w:rsid w:val="00DE2D2B"/>
    <w:rsid w:val="00DE715D"/>
    <w:rsid w:val="00DE7BDF"/>
    <w:rsid w:val="00DF09A4"/>
    <w:rsid w:val="00DF1D4B"/>
    <w:rsid w:val="00DF61C6"/>
    <w:rsid w:val="00E02729"/>
    <w:rsid w:val="00E05126"/>
    <w:rsid w:val="00E13D96"/>
    <w:rsid w:val="00E24CC0"/>
    <w:rsid w:val="00E2677E"/>
    <w:rsid w:val="00E270F3"/>
    <w:rsid w:val="00E36F59"/>
    <w:rsid w:val="00E415C8"/>
    <w:rsid w:val="00E41673"/>
    <w:rsid w:val="00E43492"/>
    <w:rsid w:val="00E5396A"/>
    <w:rsid w:val="00E542F0"/>
    <w:rsid w:val="00E75AE4"/>
    <w:rsid w:val="00E918E0"/>
    <w:rsid w:val="00E93BEF"/>
    <w:rsid w:val="00E95F9E"/>
    <w:rsid w:val="00EA39F2"/>
    <w:rsid w:val="00EA3E57"/>
    <w:rsid w:val="00EA44F5"/>
    <w:rsid w:val="00EA772B"/>
    <w:rsid w:val="00EC4E40"/>
    <w:rsid w:val="00ED13B9"/>
    <w:rsid w:val="00ED23FA"/>
    <w:rsid w:val="00ED43E3"/>
    <w:rsid w:val="00EE1DDB"/>
    <w:rsid w:val="00EE4A16"/>
    <w:rsid w:val="00EE50B5"/>
    <w:rsid w:val="00EE67A8"/>
    <w:rsid w:val="00F00468"/>
    <w:rsid w:val="00F0124E"/>
    <w:rsid w:val="00F0392C"/>
    <w:rsid w:val="00F03DA1"/>
    <w:rsid w:val="00F104AC"/>
    <w:rsid w:val="00F12F44"/>
    <w:rsid w:val="00F17025"/>
    <w:rsid w:val="00F25CE2"/>
    <w:rsid w:val="00F32B30"/>
    <w:rsid w:val="00F37471"/>
    <w:rsid w:val="00F470DB"/>
    <w:rsid w:val="00F47635"/>
    <w:rsid w:val="00F47E33"/>
    <w:rsid w:val="00F51938"/>
    <w:rsid w:val="00F54BB0"/>
    <w:rsid w:val="00F54F9D"/>
    <w:rsid w:val="00F578D4"/>
    <w:rsid w:val="00F644EB"/>
    <w:rsid w:val="00F64D41"/>
    <w:rsid w:val="00F66934"/>
    <w:rsid w:val="00F82484"/>
    <w:rsid w:val="00F85FB1"/>
    <w:rsid w:val="00F92EF1"/>
    <w:rsid w:val="00FA166C"/>
    <w:rsid w:val="00FA7594"/>
    <w:rsid w:val="00FA7E2C"/>
    <w:rsid w:val="00FC1454"/>
    <w:rsid w:val="00FC1BE8"/>
    <w:rsid w:val="00FF4AB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16B1B"/>
  <w15:docId w15:val="{5AB0710B-974A-474C-9689-3C43D915C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lang w:eastAsia="de-DE"/>
    </w:rPr>
  </w:style>
  <w:style w:type="paragraph" w:styleId="berschrift1">
    <w:name w:val="heading 1"/>
    <w:basedOn w:val="Standard"/>
    <w:next w:val="Standard"/>
    <w:autoRedefine/>
    <w:qFormat/>
    <w:rsid w:val="00501979"/>
    <w:pPr>
      <w:keepNext/>
      <w:numPr>
        <w:numId w:val="2"/>
      </w:numPr>
      <w:tabs>
        <w:tab w:val="left" w:pos="709"/>
      </w:tabs>
      <w:spacing w:before="360" w:after="120"/>
      <w:outlineLvl w:val="0"/>
    </w:pPr>
    <w:rPr>
      <w:b/>
      <w:sz w:val="28"/>
    </w:rPr>
  </w:style>
  <w:style w:type="paragraph" w:styleId="berschrift2">
    <w:name w:val="heading 2"/>
    <w:basedOn w:val="Standard"/>
    <w:next w:val="Standard"/>
    <w:autoRedefine/>
    <w:qFormat/>
    <w:rsid w:val="00AE7FEC"/>
    <w:pPr>
      <w:keepNext/>
      <w:numPr>
        <w:ilvl w:val="1"/>
        <w:numId w:val="2"/>
      </w:numPr>
      <w:tabs>
        <w:tab w:val="left" w:pos="709"/>
      </w:tabs>
      <w:spacing w:before="480" w:after="240"/>
      <w:outlineLvl w:val="1"/>
    </w:pPr>
    <w:rPr>
      <w:b/>
      <w:sz w:val="24"/>
    </w:rPr>
  </w:style>
  <w:style w:type="paragraph" w:styleId="berschrift3">
    <w:name w:val="heading 3"/>
    <w:basedOn w:val="Standard"/>
    <w:next w:val="Standard"/>
    <w:link w:val="berschrift3Zchn"/>
    <w:qFormat/>
    <w:pPr>
      <w:keepNext/>
      <w:numPr>
        <w:ilvl w:val="2"/>
        <w:numId w:val="2"/>
      </w:numPr>
      <w:tabs>
        <w:tab w:val="left" w:pos="720"/>
      </w:tabs>
      <w:spacing w:before="240" w:after="120"/>
      <w:outlineLvl w:val="2"/>
    </w:pPr>
    <w:rPr>
      <w:b/>
    </w:rPr>
  </w:style>
  <w:style w:type="paragraph" w:styleId="berschrift4">
    <w:name w:val="heading 4"/>
    <w:basedOn w:val="Standard"/>
    <w:next w:val="Standard"/>
    <w:qFormat/>
    <w:pPr>
      <w:keepNext/>
      <w:numPr>
        <w:ilvl w:val="3"/>
        <w:numId w:val="1"/>
      </w:numPr>
      <w:tabs>
        <w:tab w:val="clear" w:pos="360"/>
        <w:tab w:val="left" w:pos="864"/>
      </w:tabs>
      <w:spacing w:before="240" w:after="60"/>
      <w:ind w:left="864" w:hanging="864"/>
      <w:outlineLvl w:val="3"/>
    </w:pPr>
    <w:rPr>
      <w:rFonts w:ascii="Times New Roman" w:hAnsi="Times New Roman"/>
      <w:b/>
      <w:sz w:val="28"/>
    </w:rPr>
  </w:style>
  <w:style w:type="paragraph" w:styleId="berschrift5">
    <w:name w:val="heading 5"/>
    <w:basedOn w:val="Standard"/>
    <w:next w:val="Standard"/>
    <w:qFormat/>
    <w:pPr>
      <w:numPr>
        <w:ilvl w:val="4"/>
        <w:numId w:val="1"/>
      </w:numPr>
      <w:tabs>
        <w:tab w:val="clear" w:pos="360"/>
        <w:tab w:val="left" w:pos="1008"/>
      </w:tabs>
      <w:spacing w:before="240" w:after="60"/>
      <w:ind w:left="1008" w:hanging="1008"/>
      <w:outlineLvl w:val="4"/>
    </w:pPr>
    <w:rPr>
      <w:b/>
      <w:i/>
      <w:sz w:val="26"/>
    </w:rPr>
  </w:style>
  <w:style w:type="paragraph" w:styleId="berschrift6">
    <w:name w:val="heading 6"/>
    <w:basedOn w:val="Standard"/>
    <w:next w:val="Standard"/>
    <w:qFormat/>
    <w:pPr>
      <w:numPr>
        <w:ilvl w:val="5"/>
        <w:numId w:val="1"/>
      </w:numPr>
      <w:tabs>
        <w:tab w:val="clear" w:pos="360"/>
        <w:tab w:val="left" w:pos="1152"/>
      </w:tabs>
      <w:spacing w:before="240" w:after="60"/>
      <w:ind w:left="1152" w:hanging="1152"/>
      <w:outlineLvl w:val="5"/>
    </w:pPr>
    <w:rPr>
      <w:rFonts w:ascii="Times New Roman" w:hAnsi="Times New Roman"/>
      <w:b/>
    </w:rPr>
  </w:style>
  <w:style w:type="paragraph" w:styleId="berschrift7">
    <w:name w:val="heading 7"/>
    <w:basedOn w:val="Standard"/>
    <w:next w:val="Standard"/>
    <w:qFormat/>
    <w:pPr>
      <w:numPr>
        <w:ilvl w:val="6"/>
        <w:numId w:val="1"/>
      </w:numPr>
      <w:tabs>
        <w:tab w:val="clear" w:pos="360"/>
        <w:tab w:val="left" w:pos="1296"/>
      </w:tabs>
      <w:spacing w:before="240" w:after="60"/>
      <w:ind w:left="1296" w:hanging="1296"/>
      <w:outlineLvl w:val="6"/>
    </w:pPr>
    <w:rPr>
      <w:rFonts w:ascii="Times New Roman" w:hAnsi="Times New Roman"/>
      <w:sz w:val="24"/>
    </w:rPr>
  </w:style>
  <w:style w:type="paragraph" w:styleId="berschrift8">
    <w:name w:val="heading 8"/>
    <w:basedOn w:val="Standard"/>
    <w:next w:val="Standard"/>
    <w:qFormat/>
    <w:pPr>
      <w:numPr>
        <w:ilvl w:val="7"/>
        <w:numId w:val="1"/>
      </w:numPr>
      <w:tabs>
        <w:tab w:val="clear" w:pos="360"/>
        <w:tab w:val="left" w:pos="1440"/>
      </w:tabs>
      <w:spacing w:before="240" w:after="60"/>
      <w:ind w:left="1440" w:hanging="1440"/>
      <w:outlineLvl w:val="7"/>
    </w:pPr>
    <w:rPr>
      <w:rFonts w:ascii="Times New Roman" w:hAnsi="Times New Roman"/>
      <w:i/>
      <w:sz w:val="24"/>
    </w:rPr>
  </w:style>
  <w:style w:type="paragraph" w:styleId="berschrift9">
    <w:name w:val="heading 9"/>
    <w:basedOn w:val="Standard"/>
    <w:next w:val="Standard"/>
    <w:qFormat/>
    <w:pPr>
      <w:numPr>
        <w:ilvl w:val="8"/>
        <w:numId w:val="1"/>
      </w:numPr>
      <w:tabs>
        <w:tab w:val="clear" w:pos="360"/>
        <w:tab w:val="left" w:pos="1584"/>
      </w:tabs>
      <w:spacing w:before="240" w:after="60"/>
      <w:ind w:left="1584" w:hanging="1584"/>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275D45"/>
    <w:rPr>
      <w:rFonts w:ascii="Arial" w:hAnsi="Arial"/>
      <w:b/>
      <w:sz w:val="22"/>
      <w:lang w:eastAsia="de-DE"/>
    </w:rPr>
  </w:style>
  <w:style w:type="paragraph" w:styleId="Kopfzeile">
    <w:name w:val="header"/>
    <w:basedOn w:val="Standard"/>
    <w:link w:val="KopfzeileZchn"/>
    <w:pPr>
      <w:tabs>
        <w:tab w:val="right" w:pos="9356"/>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customStyle="1" w:styleId="Bulleted">
    <w:name w:val="Bulleted"/>
    <w:basedOn w:val="Standard"/>
    <w:pPr>
      <w:numPr>
        <w:numId w:val="3"/>
      </w:numPr>
    </w:pPr>
  </w:style>
  <w:style w:type="paragraph" w:customStyle="1" w:styleId="Standardtext">
    <w:name w:val="Standardtext"/>
    <w:basedOn w:val="Standard"/>
    <w:pPr>
      <w:spacing w:after="120" w:line="280" w:lineRule="exact"/>
      <w:ind w:left="709"/>
    </w:pPr>
  </w:style>
  <w:style w:type="paragraph" w:styleId="Aufzhlungszeichen">
    <w:name w:val="List Bullet"/>
    <w:basedOn w:val="Standard"/>
    <w:autoRedefine/>
    <w:semiHidden/>
    <w:rsid w:val="003D24A0"/>
    <w:pPr>
      <w:tabs>
        <w:tab w:val="right" w:pos="7371"/>
        <w:tab w:val="right" w:pos="9072"/>
      </w:tabs>
      <w:spacing w:after="120"/>
      <w:ind w:left="709"/>
    </w:pPr>
  </w:style>
  <w:style w:type="paragraph" w:styleId="Titel">
    <w:name w:val="Title"/>
    <w:basedOn w:val="Standard"/>
    <w:qFormat/>
    <w:pPr>
      <w:spacing w:after="120"/>
      <w:jc w:val="center"/>
    </w:pPr>
    <w:rPr>
      <w:b/>
      <w:kern w:val="28"/>
      <w:sz w:val="28"/>
    </w:rPr>
  </w:style>
  <w:style w:type="paragraph" w:customStyle="1" w:styleId="Titel2">
    <w:name w:val="Titel2"/>
    <w:basedOn w:val="Titel"/>
    <w:pPr>
      <w:jc w:val="left"/>
    </w:pPr>
    <w:rPr>
      <w:sz w:val="40"/>
    </w:rPr>
  </w:style>
  <w:style w:type="character" w:styleId="Hyperlink">
    <w:name w:val="Hyperlink"/>
    <w:basedOn w:val="Absatz-Standardschriftart"/>
    <w:uiPriority w:val="99"/>
    <w:rPr>
      <w:color w:val="0000FF"/>
      <w:u w:val="single"/>
    </w:rPr>
  </w:style>
  <w:style w:type="paragraph" w:styleId="Verzeichnis1">
    <w:name w:val="toc 1"/>
    <w:basedOn w:val="Standard"/>
    <w:next w:val="Standard"/>
    <w:autoRedefine/>
    <w:uiPriority w:val="39"/>
    <w:rsid w:val="00051916"/>
    <w:pPr>
      <w:tabs>
        <w:tab w:val="left" w:pos="480"/>
        <w:tab w:val="right" w:leader="dot" w:pos="9402"/>
      </w:tabs>
      <w:spacing w:before="240" w:after="120"/>
    </w:pPr>
  </w:style>
  <w:style w:type="paragraph" w:styleId="Verzeichnis2">
    <w:name w:val="toc 2"/>
    <w:basedOn w:val="Standard"/>
    <w:next w:val="Standard"/>
    <w:autoRedefine/>
    <w:uiPriority w:val="39"/>
    <w:rsid w:val="00051916"/>
    <w:pPr>
      <w:tabs>
        <w:tab w:val="left" w:pos="960"/>
        <w:tab w:val="right" w:leader="dot" w:pos="9402"/>
      </w:tabs>
      <w:spacing w:before="60" w:after="60"/>
      <w:ind w:left="221"/>
    </w:pPr>
  </w:style>
  <w:style w:type="character" w:styleId="BesuchterLink">
    <w:name w:val="FollowedHyperlink"/>
    <w:basedOn w:val="Absatz-Standardschriftart"/>
    <w:semiHidden/>
    <w:rPr>
      <w:color w:val="800080"/>
      <w:u w:val="single"/>
    </w:rPr>
  </w:style>
  <w:style w:type="paragraph" w:styleId="Sprechblasentext">
    <w:name w:val="Balloon Text"/>
    <w:basedOn w:val="Standard"/>
    <w:link w:val="SprechblasentextZchn"/>
    <w:uiPriority w:val="99"/>
    <w:semiHidden/>
    <w:unhideWhenUsed/>
    <w:rsid w:val="007427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7B5"/>
    <w:rPr>
      <w:rFonts w:ascii="Tahoma" w:hAnsi="Tahoma" w:cs="Tahoma"/>
      <w:sz w:val="16"/>
      <w:szCs w:val="16"/>
      <w:lang w:eastAsia="de-DE"/>
    </w:rPr>
  </w:style>
  <w:style w:type="paragraph" w:styleId="Listenabsatz">
    <w:name w:val="List Paragraph"/>
    <w:basedOn w:val="Standard"/>
    <w:uiPriority w:val="34"/>
    <w:qFormat/>
    <w:rsid w:val="002445BD"/>
    <w:pPr>
      <w:ind w:left="720"/>
      <w:contextualSpacing/>
    </w:pPr>
  </w:style>
  <w:style w:type="paragraph" w:styleId="Verzeichnis3">
    <w:name w:val="toc 3"/>
    <w:basedOn w:val="Standard"/>
    <w:next w:val="Standard"/>
    <w:autoRedefine/>
    <w:uiPriority w:val="39"/>
    <w:unhideWhenUsed/>
    <w:rsid w:val="003B1A5B"/>
    <w:pPr>
      <w:spacing w:after="100"/>
      <w:ind w:left="440"/>
    </w:pPr>
  </w:style>
  <w:style w:type="paragraph" w:customStyle="1" w:styleId="Absatz">
    <w:name w:val="Absatz"/>
    <w:basedOn w:val="berschrift7"/>
    <w:rsid w:val="005C545D"/>
    <w:pPr>
      <w:numPr>
        <w:ilvl w:val="0"/>
        <w:numId w:val="0"/>
      </w:numPr>
      <w:tabs>
        <w:tab w:val="clear" w:pos="1296"/>
        <w:tab w:val="num" w:pos="643"/>
      </w:tabs>
      <w:spacing w:before="0" w:after="0"/>
      <w:ind w:left="643" w:hanging="360"/>
    </w:pPr>
    <w:rPr>
      <w:rFonts w:ascii="Arial" w:hAnsi="Arial" w:cs="Arial"/>
      <w:i/>
      <w:iCs/>
      <w:sz w:val="20"/>
      <w:lang w:eastAsia="de-CH"/>
    </w:rPr>
  </w:style>
  <w:style w:type="paragraph" w:styleId="Verzeichnis4">
    <w:name w:val="toc 4"/>
    <w:basedOn w:val="Standard"/>
    <w:next w:val="Standard"/>
    <w:autoRedefine/>
    <w:uiPriority w:val="39"/>
    <w:unhideWhenUsed/>
    <w:rsid w:val="007F6163"/>
    <w:pPr>
      <w:spacing w:after="100" w:line="276" w:lineRule="auto"/>
      <w:ind w:left="660"/>
    </w:pPr>
    <w:rPr>
      <w:rFonts w:asciiTheme="minorHAnsi" w:eastAsiaTheme="minorEastAsia" w:hAnsiTheme="minorHAnsi" w:cstheme="minorBidi"/>
      <w:szCs w:val="22"/>
      <w:lang w:eastAsia="de-CH"/>
    </w:rPr>
  </w:style>
  <w:style w:type="paragraph" w:styleId="Verzeichnis5">
    <w:name w:val="toc 5"/>
    <w:basedOn w:val="Standard"/>
    <w:next w:val="Standard"/>
    <w:autoRedefine/>
    <w:uiPriority w:val="39"/>
    <w:unhideWhenUsed/>
    <w:rsid w:val="007F6163"/>
    <w:pPr>
      <w:spacing w:after="100" w:line="276" w:lineRule="auto"/>
      <w:ind w:left="880"/>
    </w:pPr>
    <w:rPr>
      <w:rFonts w:asciiTheme="minorHAnsi" w:eastAsiaTheme="minorEastAsia" w:hAnsiTheme="minorHAnsi" w:cstheme="minorBidi"/>
      <w:szCs w:val="22"/>
      <w:lang w:eastAsia="de-CH"/>
    </w:rPr>
  </w:style>
  <w:style w:type="paragraph" w:styleId="Verzeichnis6">
    <w:name w:val="toc 6"/>
    <w:basedOn w:val="Standard"/>
    <w:next w:val="Standard"/>
    <w:autoRedefine/>
    <w:uiPriority w:val="39"/>
    <w:unhideWhenUsed/>
    <w:rsid w:val="007F6163"/>
    <w:pPr>
      <w:spacing w:after="100" w:line="276" w:lineRule="auto"/>
      <w:ind w:left="1100"/>
    </w:pPr>
    <w:rPr>
      <w:rFonts w:asciiTheme="minorHAnsi" w:eastAsiaTheme="minorEastAsia" w:hAnsiTheme="minorHAnsi" w:cstheme="minorBidi"/>
      <w:szCs w:val="22"/>
      <w:lang w:eastAsia="de-CH"/>
    </w:rPr>
  </w:style>
  <w:style w:type="paragraph" w:styleId="Verzeichnis7">
    <w:name w:val="toc 7"/>
    <w:basedOn w:val="Standard"/>
    <w:next w:val="Standard"/>
    <w:autoRedefine/>
    <w:uiPriority w:val="39"/>
    <w:unhideWhenUsed/>
    <w:rsid w:val="007F6163"/>
    <w:pPr>
      <w:spacing w:after="100" w:line="276" w:lineRule="auto"/>
      <w:ind w:left="1320"/>
    </w:pPr>
    <w:rPr>
      <w:rFonts w:asciiTheme="minorHAnsi" w:eastAsiaTheme="minorEastAsia" w:hAnsiTheme="minorHAnsi" w:cstheme="minorBidi"/>
      <w:szCs w:val="22"/>
      <w:lang w:eastAsia="de-CH"/>
    </w:rPr>
  </w:style>
  <w:style w:type="paragraph" w:styleId="Verzeichnis8">
    <w:name w:val="toc 8"/>
    <w:basedOn w:val="Standard"/>
    <w:next w:val="Standard"/>
    <w:autoRedefine/>
    <w:uiPriority w:val="39"/>
    <w:unhideWhenUsed/>
    <w:rsid w:val="007F6163"/>
    <w:pPr>
      <w:spacing w:after="100" w:line="276" w:lineRule="auto"/>
      <w:ind w:left="1540"/>
    </w:pPr>
    <w:rPr>
      <w:rFonts w:asciiTheme="minorHAnsi" w:eastAsiaTheme="minorEastAsia" w:hAnsiTheme="minorHAnsi" w:cstheme="minorBidi"/>
      <w:szCs w:val="22"/>
      <w:lang w:eastAsia="de-CH"/>
    </w:rPr>
  </w:style>
  <w:style w:type="paragraph" w:styleId="Verzeichnis9">
    <w:name w:val="toc 9"/>
    <w:basedOn w:val="Standard"/>
    <w:next w:val="Standard"/>
    <w:autoRedefine/>
    <w:uiPriority w:val="39"/>
    <w:unhideWhenUsed/>
    <w:rsid w:val="007F6163"/>
    <w:pPr>
      <w:spacing w:after="100" w:line="276" w:lineRule="auto"/>
      <w:ind w:left="1760"/>
    </w:pPr>
    <w:rPr>
      <w:rFonts w:asciiTheme="minorHAnsi" w:eastAsiaTheme="minorEastAsia" w:hAnsiTheme="minorHAnsi" w:cstheme="minorBidi"/>
      <w:szCs w:val="22"/>
      <w:lang w:eastAsia="de-CH"/>
    </w:rPr>
  </w:style>
  <w:style w:type="character" w:styleId="Kommentarzeichen">
    <w:name w:val="annotation reference"/>
    <w:basedOn w:val="Absatz-Standardschriftart"/>
    <w:semiHidden/>
    <w:unhideWhenUsed/>
    <w:rsid w:val="000500C5"/>
    <w:rPr>
      <w:sz w:val="16"/>
      <w:szCs w:val="16"/>
    </w:rPr>
  </w:style>
  <w:style w:type="paragraph" w:styleId="Kommentartext">
    <w:name w:val="annotation text"/>
    <w:basedOn w:val="Standard"/>
    <w:link w:val="KommentartextZchn"/>
    <w:uiPriority w:val="99"/>
    <w:semiHidden/>
    <w:unhideWhenUsed/>
    <w:rsid w:val="000500C5"/>
    <w:rPr>
      <w:sz w:val="20"/>
    </w:rPr>
  </w:style>
  <w:style w:type="character" w:customStyle="1" w:styleId="KommentartextZchn">
    <w:name w:val="Kommentartext Zchn"/>
    <w:basedOn w:val="Absatz-Standardschriftart"/>
    <w:link w:val="Kommentartext"/>
    <w:uiPriority w:val="99"/>
    <w:semiHidden/>
    <w:rsid w:val="000500C5"/>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0500C5"/>
    <w:rPr>
      <w:b/>
      <w:bCs/>
    </w:rPr>
  </w:style>
  <w:style w:type="character" w:customStyle="1" w:styleId="KommentarthemaZchn">
    <w:name w:val="Kommentarthema Zchn"/>
    <w:basedOn w:val="KommentartextZchn"/>
    <w:link w:val="Kommentarthema"/>
    <w:uiPriority w:val="99"/>
    <w:semiHidden/>
    <w:rsid w:val="000500C5"/>
    <w:rPr>
      <w:rFonts w:ascii="Arial" w:hAnsi="Arial"/>
      <w:b/>
      <w:bCs/>
      <w:lang w:eastAsia="de-DE"/>
    </w:rPr>
  </w:style>
  <w:style w:type="character" w:customStyle="1" w:styleId="KopfzeileZchn">
    <w:name w:val="Kopfzeile Zchn"/>
    <w:basedOn w:val="Absatz-Standardschriftart"/>
    <w:link w:val="Kopfzeile"/>
    <w:rsid w:val="00D9793C"/>
    <w:rPr>
      <w:rFonts w:ascii="Arial" w:hAnsi="Arial"/>
      <w:sz w:val="22"/>
      <w:lang w:eastAsia="de-DE"/>
    </w:rPr>
  </w:style>
  <w:style w:type="table" w:styleId="Tabellenraster">
    <w:name w:val="Table Grid"/>
    <w:basedOn w:val="NormaleTabelle"/>
    <w:uiPriority w:val="59"/>
    <w:rsid w:val="00D9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rsid w:val="00725B4B"/>
    <w:rPr>
      <w:vertAlign w:val="superscript"/>
    </w:rPr>
  </w:style>
  <w:style w:type="paragraph" w:customStyle="1" w:styleId="Text">
    <w:name w:val="Text"/>
    <w:basedOn w:val="Standard"/>
    <w:rsid w:val="00B109C4"/>
    <w:pPr>
      <w:spacing w:line="280" w:lineRule="atLeast"/>
    </w:pPr>
    <w:rPr>
      <w:spacing w:val="8"/>
      <w:sz w:val="20"/>
    </w:rPr>
  </w:style>
  <w:style w:type="paragraph" w:customStyle="1" w:styleId="EinrckungohneAufzhlung">
    <w:name w:val="Einrückung ohne Aufzählung"/>
    <w:basedOn w:val="Standard"/>
    <w:qFormat/>
    <w:rsid w:val="00400FB8"/>
    <w:pPr>
      <w:ind w:left="5954" w:hanging="4536"/>
    </w:pPr>
  </w:style>
  <w:style w:type="paragraph" w:customStyle="1" w:styleId="UntertitelFett">
    <w:name w:val="Untertitel Fett"/>
    <w:basedOn w:val="Standard"/>
    <w:qFormat/>
    <w:rsid w:val="00400FB8"/>
    <w:pPr>
      <w:spacing w:before="240" w:after="120"/>
      <w:ind w:left="709"/>
    </w:pPr>
    <w:rPr>
      <w:b/>
    </w:rPr>
  </w:style>
  <w:style w:type="character" w:styleId="NichtaufgelsteErwhnung">
    <w:name w:val="Unresolved Mention"/>
    <w:basedOn w:val="Absatz-Standardschriftart"/>
    <w:uiPriority w:val="99"/>
    <w:semiHidden/>
    <w:unhideWhenUsed/>
    <w:rsid w:val="004F2161"/>
    <w:rPr>
      <w:color w:val="605E5C"/>
      <w:shd w:val="clear" w:color="auto" w:fill="E1DFDD"/>
    </w:rPr>
  </w:style>
  <w:style w:type="paragraph" w:customStyle="1" w:styleId="Aufzhlung">
    <w:name w:val="Aufzählung"/>
    <w:basedOn w:val="Standard"/>
    <w:qFormat/>
    <w:rsid w:val="00AB4E3A"/>
    <w:pPr>
      <w:spacing w:before="60" w:after="60"/>
    </w:pPr>
    <w:rPr>
      <w:rFonts w:cs="Arial"/>
    </w:rPr>
  </w:style>
  <w:style w:type="paragraph" w:customStyle="1" w:styleId="Tabellentext">
    <w:name w:val="Tabellentext"/>
    <w:basedOn w:val="Standardtext"/>
    <w:qFormat/>
    <w:rsid w:val="00B84744"/>
    <w:pPr>
      <w:spacing w:before="40" w:after="40"/>
      <w:ind w:left="0"/>
    </w:pPr>
  </w:style>
  <w:style w:type="paragraph" w:styleId="berarbeitung">
    <w:name w:val="Revision"/>
    <w:hidden/>
    <w:uiPriority w:val="99"/>
    <w:semiHidden/>
    <w:rsid w:val="008400FE"/>
    <w:rPr>
      <w:rFonts w:ascii="Arial" w:hAnsi="Arial"/>
      <w:sz w:val="22"/>
      <w:lang w:eastAsia="de-DE"/>
    </w:rPr>
  </w:style>
  <w:style w:type="paragraph" w:customStyle="1" w:styleId="ListemitZahlen">
    <w:name w:val="Liste mit Zahlen"/>
    <w:basedOn w:val="Standard"/>
    <w:rsid w:val="00423AEF"/>
    <w:pPr>
      <w:numPr>
        <w:numId w:val="6"/>
      </w:numPr>
      <w:adjustRightInd w:val="0"/>
      <w:snapToGrid w:val="0"/>
      <w:spacing w:line="280" w:lineRule="atLeast"/>
    </w:pPr>
    <w:rPr>
      <w:spacing w:val="3"/>
      <w:szCs w:val="24"/>
      <w:lang w:eastAsia="de-CH"/>
    </w:rPr>
  </w:style>
  <w:style w:type="paragraph" w:customStyle="1" w:styleId="CISPunktEinzug">
    <w:name w:val="CIS_Punkt_Einzug"/>
    <w:basedOn w:val="Standard"/>
    <w:qFormat/>
    <w:rsid w:val="004B42A0"/>
    <w:pPr>
      <w:widowControl w:val="0"/>
      <w:numPr>
        <w:numId w:val="10"/>
      </w:numPr>
      <w:spacing w:after="120" w:line="259" w:lineRule="auto"/>
    </w:pPr>
    <w:rPr>
      <w:rFonts w:ascii="Frutiger LT Com 55 Roman" w:eastAsia="Frutiger LT Com 55 Roman" w:hAnsi="Frutiger LT Com 55 Roman"/>
      <w:sz w:val="20"/>
      <w:szCs w:val="24"/>
      <w:lang w:eastAsia="de-CH"/>
    </w:rPr>
  </w:style>
  <w:style w:type="paragraph" w:styleId="Untertitel">
    <w:name w:val="Subtitle"/>
    <w:basedOn w:val="Standard"/>
    <w:next w:val="Standard"/>
    <w:link w:val="UntertitelZchn"/>
    <w:uiPriority w:val="7"/>
    <w:qFormat/>
    <w:rsid w:val="002B7257"/>
    <w:pPr>
      <w:numPr>
        <w:ilvl w:val="1"/>
      </w:numPr>
      <w:spacing w:before="200" w:after="100"/>
      <w:contextualSpacing/>
    </w:pPr>
    <w:rPr>
      <w:rFonts w:asciiTheme="majorHAnsi" w:eastAsiaTheme="majorEastAsia" w:hAnsiTheme="majorHAnsi" w:cstheme="majorBidi"/>
      <w:b/>
      <w:iCs/>
      <w:sz w:val="28"/>
      <w:szCs w:val="24"/>
      <w:lang w:eastAsia="en-US"/>
    </w:rPr>
  </w:style>
  <w:style w:type="character" w:customStyle="1" w:styleId="UntertitelZchn">
    <w:name w:val="Untertitel Zchn"/>
    <w:basedOn w:val="Absatz-Standardschriftart"/>
    <w:link w:val="Untertitel"/>
    <w:uiPriority w:val="7"/>
    <w:rsid w:val="002B7257"/>
    <w:rPr>
      <w:rFonts w:asciiTheme="majorHAnsi" w:eastAsiaTheme="majorEastAsia" w:hAnsiTheme="majorHAnsi" w:cstheme="majorBidi"/>
      <w:b/>
      <w:iCs/>
      <w:sz w:val="28"/>
      <w:szCs w:val="24"/>
    </w:rPr>
  </w:style>
  <w:style w:type="table" w:customStyle="1" w:styleId="TBATabellenrasterohneRahmenlinien">
    <w:name w:val="TBA Tabellenraster ohne Rahmenlinien"/>
    <w:basedOn w:val="NormaleTabelle"/>
    <w:uiPriority w:val="99"/>
    <w:rsid w:val="002B7257"/>
    <w:rPr>
      <w:rFonts w:asciiTheme="minorHAnsi" w:eastAsiaTheme="minorHAnsi" w:hAnsiTheme="minorHAnsi" w:cstheme="minorBidi"/>
      <w:lang w:val="en-US"/>
    </w:rPr>
    <w:tblPr>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9222734">
      <w:bodyDiv w:val="1"/>
      <w:marLeft w:val="0"/>
      <w:marRight w:val="0"/>
      <w:marTop w:val="0"/>
      <w:marBottom w:val="0"/>
      <w:divBdr>
        <w:top w:val="none" w:sz="0" w:space="0" w:color="auto"/>
        <w:left w:val="none" w:sz="0" w:space="0" w:color="auto"/>
        <w:bottom w:val="none" w:sz="0" w:space="0" w:color="auto"/>
        <w:right w:val="none" w:sz="0" w:space="0" w:color="auto"/>
      </w:divBdr>
    </w:div>
    <w:div w:id="273251836">
      <w:bodyDiv w:val="1"/>
      <w:marLeft w:val="0"/>
      <w:marRight w:val="0"/>
      <w:marTop w:val="0"/>
      <w:marBottom w:val="0"/>
      <w:divBdr>
        <w:top w:val="none" w:sz="0" w:space="0" w:color="auto"/>
        <w:left w:val="none" w:sz="0" w:space="0" w:color="auto"/>
        <w:bottom w:val="none" w:sz="0" w:space="0" w:color="auto"/>
        <w:right w:val="none" w:sz="0" w:space="0" w:color="auto"/>
      </w:divBdr>
    </w:div>
    <w:div w:id="285544483">
      <w:bodyDiv w:val="1"/>
      <w:marLeft w:val="0"/>
      <w:marRight w:val="0"/>
      <w:marTop w:val="0"/>
      <w:marBottom w:val="0"/>
      <w:divBdr>
        <w:top w:val="none" w:sz="0" w:space="0" w:color="auto"/>
        <w:left w:val="none" w:sz="0" w:space="0" w:color="auto"/>
        <w:bottom w:val="none" w:sz="0" w:space="0" w:color="auto"/>
        <w:right w:val="none" w:sz="0" w:space="0" w:color="auto"/>
      </w:divBdr>
    </w:div>
    <w:div w:id="1571187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N:\Vorlagen\12_Submission\Ing_Subm_DokA.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DBFC17-283D-4A7D-AC29-352B19CCE94D}">
  <ds:schemaRef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schemas.microsoft.com/office/infopath/2007/PartnerControls"/>
    <ds:schemaRef ds:uri="7e03a71d-853f-41dd-b48c-d2aa79bc4853"/>
    <ds:schemaRef ds:uri="http://purl.org/dc/dcmitype/"/>
    <ds:schemaRef ds:uri="http://purl.org/dc/terms/"/>
    <ds:schemaRef ds:uri="cbb458c2-76c5-43b5-98cd-f0ada8ea8dac"/>
    <ds:schemaRef ds:uri="26d3b823-e69d-4970-a7f0-4477b5e88fa6"/>
    <ds:schemaRef ds:uri="b1566e0e-cb7e-43d9-bcd7-aeb4d7e7cd7f"/>
    <ds:schemaRef ds:uri="3b5ab623-3b44-4715-9ecf-8e9c542c2522"/>
  </ds:schemaRefs>
</ds:datastoreItem>
</file>

<file path=customXml/itemProps2.xml><?xml version="1.0" encoding="utf-8"?>
<ds:datastoreItem xmlns:ds="http://schemas.openxmlformats.org/officeDocument/2006/customXml" ds:itemID="{CC71648B-DBCB-4415-AE99-52F089BA7A1F}">
  <ds:schemaRefs>
    <ds:schemaRef ds:uri="http://schemas.microsoft.com/sharepoint/v3/contenttype/forms"/>
  </ds:schemaRefs>
</ds:datastoreItem>
</file>

<file path=customXml/itemProps3.xml><?xml version="1.0" encoding="utf-8"?>
<ds:datastoreItem xmlns:ds="http://schemas.openxmlformats.org/officeDocument/2006/customXml" ds:itemID="{7614D072-E401-42CF-B3BB-A3395218A5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E20691D-5E81-4D1D-BD45-6040821A3DFA}">
  <ds:schemaRefs>
    <ds:schemaRef ds:uri="http://schemas.openxmlformats.org/officeDocument/2006/bibliography"/>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Ing_Subm_DokA.dot</Template>
  <TotalTime>0</TotalTime>
  <Pages>4</Pages>
  <Words>979</Words>
  <Characters>6507</Characters>
  <Application>Microsoft Office Word</Application>
  <DocSecurity>0</DocSecurity>
  <Lines>54</Lines>
  <Paragraphs>14</Paragraphs>
  <ScaleCrop>false</ScaleCrop>
  <HeadingPairs>
    <vt:vector size="2" baseType="variant">
      <vt:variant>
        <vt:lpstr>Titel</vt:lpstr>
      </vt:variant>
      <vt:variant>
        <vt:i4>1</vt:i4>
      </vt:variant>
    </vt:vector>
  </HeadingPairs>
  <TitlesOfParts>
    <vt:vector size="1" baseType="lpstr">
      <vt:lpstr>Ing_Subm_DokA</vt:lpstr>
    </vt:vector>
  </TitlesOfParts>
  <Company>Helbling Beratung+Bauplanung AG, ZH</Company>
  <LinksUpToDate>false</LinksUpToDate>
  <CharactersWithSpaces>7472</CharactersWithSpaces>
  <SharedDoc>false</SharedDoc>
  <HLinks>
    <vt:vector size="126" baseType="variant">
      <vt:variant>
        <vt:i4>2031674</vt:i4>
      </vt:variant>
      <vt:variant>
        <vt:i4>142</vt:i4>
      </vt:variant>
      <vt:variant>
        <vt:i4>0</vt:i4>
      </vt:variant>
      <vt:variant>
        <vt:i4>5</vt:i4>
      </vt:variant>
      <vt:variant>
        <vt:lpwstr/>
      </vt:variant>
      <vt:variant>
        <vt:lpwstr>_Toc229984978</vt:lpwstr>
      </vt:variant>
      <vt:variant>
        <vt:i4>2031674</vt:i4>
      </vt:variant>
      <vt:variant>
        <vt:i4>136</vt:i4>
      </vt:variant>
      <vt:variant>
        <vt:i4>0</vt:i4>
      </vt:variant>
      <vt:variant>
        <vt:i4>5</vt:i4>
      </vt:variant>
      <vt:variant>
        <vt:lpwstr/>
      </vt:variant>
      <vt:variant>
        <vt:lpwstr>_Toc229984977</vt:lpwstr>
      </vt:variant>
      <vt:variant>
        <vt:i4>2031674</vt:i4>
      </vt:variant>
      <vt:variant>
        <vt:i4>130</vt:i4>
      </vt:variant>
      <vt:variant>
        <vt:i4>0</vt:i4>
      </vt:variant>
      <vt:variant>
        <vt:i4>5</vt:i4>
      </vt:variant>
      <vt:variant>
        <vt:lpwstr/>
      </vt:variant>
      <vt:variant>
        <vt:lpwstr>_Toc229984976</vt:lpwstr>
      </vt:variant>
      <vt:variant>
        <vt:i4>2031674</vt:i4>
      </vt:variant>
      <vt:variant>
        <vt:i4>124</vt:i4>
      </vt:variant>
      <vt:variant>
        <vt:i4>0</vt:i4>
      </vt:variant>
      <vt:variant>
        <vt:i4>5</vt:i4>
      </vt:variant>
      <vt:variant>
        <vt:lpwstr/>
      </vt:variant>
      <vt:variant>
        <vt:lpwstr>_Toc229984975</vt:lpwstr>
      </vt:variant>
      <vt:variant>
        <vt:i4>2031674</vt:i4>
      </vt:variant>
      <vt:variant>
        <vt:i4>118</vt:i4>
      </vt:variant>
      <vt:variant>
        <vt:i4>0</vt:i4>
      </vt:variant>
      <vt:variant>
        <vt:i4>5</vt:i4>
      </vt:variant>
      <vt:variant>
        <vt:lpwstr/>
      </vt:variant>
      <vt:variant>
        <vt:lpwstr>_Toc229984974</vt:lpwstr>
      </vt:variant>
      <vt:variant>
        <vt:i4>2031674</vt:i4>
      </vt:variant>
      <vt:variant>
        <vt:i4>112</vt:i4>
      </vt:variant>
      <vt:variant>
        <vt:i4>0</vt:i4>
      </vt:variant>
      <vt:variant>
        <vt:i4>5</vt:i4>
      </vt:variant>
      <vt:variant>
        <vt:lpwstr/>
      </vt:variant>
      <vt:variant>
        <vt:lpwstr>_Toc229984973</vt:lpwstr>
      </vt:variant>
      <vt:variant>
        <vt:i4>2031674</vt:i4>
      </vt:variant>
      <vt:variant>
        <vt:i4>106</vt:i4>
      </vt:variant>
      <vt:variant>
        <vt:i4>0</vt:i4>
      </vt:variant>
      <vt:variant>
        <vt:i4>5</vt:i4>
      </vt:variant>
      <vt:variant>
        <vt:lpwstr/>
      </vt:variant>
      <vt:variant>
        <vt:lpwstr>_Toc229984972</vt:lpwstr>
      </vt:variant>
      <vt:variant>
        <vt:i4>2031674</vt:i4>
      </vt:variant>
      <vt:variant>
        <vt:i4>100</vt:i4>
      </vt:variant>
      <vt:variant>
        <vt:i4>0</vt:i4>
      </vt:variant>
      <vt:variant>
        <vt:i4>5</vt:i4>
      </vt:variant>
      <vt:variant>
        <vt:lpwstr/>
      </vt:variant>
      <vt:variant>
        <vt:lpwstr>_Toc229984971</vt:lpwstr>
      </vt:variant>
      <vt:variant>
        <vt:i4>2031674</vt:i4>
      </vt:variant>
      <vt:variant>
        <vt:i4>94</vt:i4>
      </vt:variant>
      <vt:variant>
        <vt:i4>0</vt:i4>
      </vt:variant>
      <vt:variant>
        <vt:i4>5</vt:i4>
      </vt:variant>
      <vt:variant>
        <vt:lpwstr/>
      </vt:variant>
      <vt:variant>
        <vt:lpwstr>_Toc229984970</vt:lpwstr>
      </vt:variant>
      <vt:variant>
        <vt:i4>1966138</vt:i4>
      </vt:variant>
      <vt:variant>
        <vt:i4>88</vt:i4>
      </vt:variant>
      <vt:variant>
        <vt:i4>0</vt:i4>
      </vt:variant>
      <vt:variant>
        <vt:i4>5</vt:i4>
      </vt:variant>
      <vt:variant>
        <vt:lpwstr/>
      </vt:variant>
      <vt:variant>
        <vt:lpwstr>_Toc229984969</vt:lpwstr>
      </vt:variant>
      <vt:variant>
        <vt:i4>1966138</vt:i4>
      </vt:variant>
      <vt:variant>
        <vt:i4>82</vt:i4>
      </vt:variant>
      <vt:variant>
        <vt:i4>0</vt:i4>
      </vt:variant>
      <vt:variant>
        <vt:i4>5</vt:i4>
      </vt:variant>
      <vt:variant>
        <vt:lpwstr/>
      </vt:variant>
      <vt:variant>
        <vt:lpwstr>_Toc229984968</vt:lpwstr>
      </vt:variant>
      <vt:variant>
        <vt:i4>1966138</vt:i4>
      </vt:variant>
      <vt:variant>
        <vt:i4>76</vt:i4>
      </vt:variant>
      <vt:variant>
        <vt:i4>0</vt:i4>
      </vt:variant>
      <vt:variant>
        <vt:i4>5</vt:i4>
      </vt:variant>
      <vt:variant>
        <vt:lpwstr/>
      </vt:variant>
      <vt:variant>
        <vt:lpwstr>_Toc229984967</vt:lpwstr>
      </vt:variant>
      <vt:variant>
        <vt:i4>1966138</vt:i4>
      </vt:variant>
      <vt:variant>
        <vt:i4>70</vt:i4>
      </vt:variant>
      <vt:variant>
        <vt:i4>0</vt:i4>
      </vt:variant>
      <vt:variant>
        <vt:i4>5</vt:i4>
      </vt:variant>
      <vt:variant>
        <vt:lpwstr/>
      </vt:variant>
      <vt:variant>
        <vt:lpwstr>_Toc229984966</vt:lpwstr>
      </vt:variant>
      <vt:variant>
        <vt:i4>1966138</vt:i4>
      </vt:variant>
      <vt:variant>
        <vt:i4>64</vt:i4>
      </vt:variant>
      <vt:variant>
        <vt:i4>0</vt:i4>
      </vt:variant>
      <vt:variant>
        <vt:i4>5</vt:i4>
      </vt:variant>
      <vt:variant>
        <vt:lpwstr/>
      </vt:variant>
      <vt:variant>
        <vt:lpwstr>_Toc229984965</vt:lpwstr>
      </vt:variant>
      <vt:variant>
        <vt:i4>1966138</vt:i4>
      </vt:variant>
      <vt:variant>
        <vt:i4>58</vt:i4>
      </vt:variant>
      <vt:variant>
        <vt:i4>0</vt:i4>
      </vt:variant>
      <vt:variant>
        <vt:i4>5</vt:i4>
      </vt:variant>
      <vt:variant>
        <vt:lpwstr/>
      </vt:variant>
      <vt:variant>
        <vt:lpwstr>_Toc229984964</vt:lpwstr>
      </vt:variant>
      <vt:variant>
        <vt:i4>1966138</vt:i4>
      </vt:variant>
      <vt:variant>
        <vt:i4>52</vt:i4>
      </vt:variant>
      <vt:variant>
        <vt:i4>0</vt:i4>
      </vt:variant>
      <vt:variant>
        <vt:i4>5</vt:i4>
      </vt:variant>
      <vt:variant>
        <vt:lpwstr/>
      </vt:variant>
      <vt:variant>
        <vt:lpwstr>_Toc229984963</vt:lpwstr>
      </vt:variant>
      <vt:variant>
        <vt:i4>1966138</vt:i4>
      </vt:variant>
      <vt:variant>
        <vt:i4>46</vt:i4>
      </vt:variant>
      <vt:variant>
        <vt:i4>0</vt:i4>
      </vt:variant>
      <vt:variant>
        <vt:i4>5</vt:i4>
      </vt:variant>
      <vt:variant>
        <vt:lpwstr/>
      </vt:variant>
      <vt:variant>
        <vt:lpwstr>_Toc229984962</vt:lpwstr>
      </vt:variant>
      <vt:variant>
        <vt:i4>1966138</vt:i4>
      </vt:variant>
      <vt:variant>
        <vt:i4>40</vt:i4>
      </vt:variant>
      <vt:variant>
        <vt:i4>0</vt:i4>
      </vt:variant>
      <vt:variant>
        <vt:i4>5</vt:i4>
      </vt:variant>
      <vt:variant>
        <vt:lpwstr/>
      </vt:variant>
      <vt:variant>
        <vt:lpwstr>_Toc229984961</vt:lpwstr>
      </vt:variant>
      <vt:variant>
        <vt:i4>1900602</vt:i4>
      </vt:variant>
      <vt:variant>
        <vt:i4>34</vt:i4>
      </vt:variant>
      <vt:variant>
        <vt:i4>0</vt:i4>
      </vt:variant>
      <vt:variant>
        <vt:i4>5</vt:i4>
      </vt:variant>
      <vt:variant>
        <vt:lpwstr/>
      </vt:variant>
      <vt:variant>
        <vt:lpwstr>_Toc229984959</vt:lpwstr>
      </vt:variant>
      <vt:variant>
        <vt:i4>1900602</vt:i4>
      </vt:variant>
      <vt:variant>
        <vt:i4>28</vt:i4>
      </vt:variant>
      <vt:variant>
        <vt:i4>0</vt:i4>
      </vt:variant>
      <vt:variant>
        <vt:i4>5</vt:i4>
      </vt:variant>
      <vt:variant>
        <vt:lpwstr/>
      </vt:variant>
      <vt:variant>
        <vt:lpwstr>_Toc229984958</vt:lpwstr>
      </vt:variant>
      <vt:variant>
        <vt:i4>1900602</vt:i4>
      </vt:variant>
      <vt:variant>
        <vt:i4>22</vt:i4>
      </vt:variant>
      <vt:variant>
        <vt:i4>0</vt:i4>
      </vt:variant>
      <vt:variant>
        <vt:i4>5</vt:i4>
      </vt:variant>
      <vt:variant>
        <vt:lpwstr/>
      </vt:variant>
      <vt:variant>
        <vt:lpwstr>_Toc229984957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Ing_Subm_DokA</dc:title>
  <dc:creator>Hübner Jens</dc:creator>
  <cp:lastModifiedBy>Stämpfli Andreas, TVS TAB</cp:lastModifiedBy>
  <cp:revision>2</cp:revision>
  <cp:lastPrinted>2024-02-14T13:02:00Z</cp:lastPrinted>
  <dcterms:created xsi:type="dcterms:W3CDTF">2025-03-24T12:55:00Z</dcterms:created>
  <dcterms:modified xsi:type="dcterms:W3CDTF">2025-03-24T12:55:00Z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